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0"/>
      </w:tblGrid>
      <w:tr w:rsidR="001E7E0F" w:rsidRPr="00550DFD" w14:paraId="35D74394" w14:textId="77777777" w:rsidTr="001676E7">
        <w:trPr>
          <w:trHeight w:val="1068"/>
          <w:jc w:val="right"/>
        </w:trPr>
        <w:tc>
          <w:tcPr>
            <w:tcW w:w="7910" w:type="dxa"/>
            <w:shd w:val="clear" w:color="auto" w:fill="D9D9D9"/>
          </w:tcPr>
          <w:p w14:paraId="39E31748" w14:textId="72FA2E64" w:rsidR="008A314B" w:rsidRPr="00550DFD" w:rsidRDefault="00372751" w:rsidP="007E222B">
            <w:pPr>
              <w:pStyle w:val="Corpotesto"/>
              <w:tabs>
                <w:tab w:val="left" w:pos="708"/>
              </w:tabs>
              <w:rPr>
                <w:rFonts w:ascii="Arial" w:hAnsi="Arial" w:cs="Arial"/>
              </w:rPr>
            </w:pPr>
            <w:r w:rsidRPr="00550DFD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5D9BFBA" wp14:editId="0362739E">
                      <wp:simplePos x="0" y="0"/>
                      <wp:positionH relativeFrom="column">
                        <wp:posOffset>-1737995</wp:posOffset>
                      </wp:positionH>
                      <wp:positionV relativeFrom="margin">
                        <wp:posOffset>-50165</wp:posOffset>
                      </wp:positionV>
                      <wp:extent cx="1080135" cy="1080135"/>
                      <wp:effectExtent l="13970" t="5080" r="10795" b="10160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0801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F9FCAC" w14:textId="77777777" w:rsidR="008A314B" w:rsidRDefault="008A314B" w:rsidP="008A314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7C5F52E8" w14:textId="77777777" w:rsidR="008A314B" w:rsidRDefault="008A314B" w:rsidP="008A314B">
                                  <w:pPr>
                                    <w:jc w:val="center"/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  <w:t>contrassegno</w:t>
                                  </w:r>
                                </w:p>
                                <w:p w14:paraId="6FFC9B38" w14:textId="77777777" w:rsidR="008A314B" w:rsidRDefault="008A314B" w:rsidP="008A314B">
                                  <w:pPr>
                                    <w:jc w:val="center"/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  <w:t>della lista di candidati</w:t>
                                  </w:r>
                                </w:p>
                                <w:p w14:paraId="48DBA6CF" w14:textId="77777777" w:rsidR="008A314B" w:rsidRDefault="008A314B" w:rsidP="008A314B">
                                  <w:pPr>
                                    <w:jc w:val="center"/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</w:pPr>
                                </w:p>
                                <w:p w14:paraId="2D9B2998" w14:textId="77777777" w:rsidR="008A314B" w:rsidRDefault="008A314B" w:rsidP="008A314B">
                                  <w:pPr>
                                    <w:jc w:val="center"/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←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  <w:t xml:space="preserve">  3</w:t>
                                  </w:r>
                                  <w:proofErr w:type="gramEnd"/>
                                  <w:r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  <w:t xml:space="preserve"> cm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D9BFBA" id="Oval 4" o:spid="_x0000_s1026" style="position:absolute;left:0;text-align:left;margin-left:-136.85pt;margin-top:-3.95pt;width:85.05pt;height:85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">
                      <v:textbox>
                        <w:txbxContent>
                          <w:p w14:paraId="67F9FCAC" w14:textId="77777777" w:rsidR="008A314B" w:rsidRDefault="008A314B" w:rsidP="008A314B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7C5F52E8" w14:textId="77777777" w:rsidR="008A314B" w:rsidRDefault="008A314B" w:rsidP="008A314B">
                            <w:pPr>
                              <w:jc w:val="center"/>
                              <w:rPr>
                                <w:rFonts w:ascii="Arial Narrow" w:hAnsi="Arial Narrow" w:cs="Arial"/>
                                <w:sz w:val="1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4"/>
                              </w:rPr>
                              <w:t>contrassegno</w:t>
                            </w:r>
                          </w:p>
                          <w:p w14:paraId="6FFC9B38" w14:textId="77777777" w:rsidR="008A314B" w:rsidRDefault="008A314B" w:rsidP="008A314B">
                            <w:pPr>
                              <w:jc w:val="center"/>
                              <w:rPr>
                                <w:rFonts w:ascii="Arial Narrow" w:hAnsi="Arial Narrow" w:cs="Arial"/>
                                <w:sz w:val="1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4"/>
                              </w:rPr>
                              <w:t>della lista di candidati</w:t>
                            </w:r>
                          </w:p>
                          <w:p w14:paraId="48DBA6CF" w14:textId="77777777" w:rsidR="008A314B" w:rsidRDefault="008A314B" w:rsidP="008A314B">
                            <w:pPr>
                              <w:jc w:val="center"/>
                              <w:rPr>
                                <w:rFonts w:ascii="Arial Narrow" w:hAnsi="Arial Narrow" w:cs="Arial"/>
                                <w:sz w:val="14"/>
                              </w:rPr>
                            </w:pPr>
                          </w:p>
                          <w:p w14:paraId="2D9B2998" w14:textId="77777777" w:rsidR="008A314B" w:rsidRDefault="008A314B" w:rsidP="008A314B">
                            <w:pPr>
                              <w:jc w:val="center"/>
                              <w:rPr>
                                <w:rFonts w:ascii="Arial Narrow" w:hAnsi="Arial Narrow" w:cs="Arial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←</w:t>
                            </w:r>
                            <w:r>
                              <w:rPr>
                                <w:rFonts w:ascii="Arial Narrow" w:hAnsi="Arial Narrow" w:cs="Arial"/>
                                <w:sz w:val="14"/>
                              </w:rPr>
                              <w:t xml:space="preserve">  3</w:t>
                            </w:r>
                            <w:proofErr w:type="gramEnd"/>
                            <w:r>
                              <w:rPr>
                                <w:rFonts w:ascii="Arial Narrow" w:hAnsi="Arial Narrow" w:cs="Arial"/>
                                <w:sz w:val="14"/>
                              </w:rPr>
                              <w:t xml:space="preserve"> cm 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→</w:t>
                            </w:r>
                          </w:p>
                        </w:txbxContent>
                      </v:textbox>
                      <w10:wrap anchory="margin"/>
                    </v:oval>
                  </w:pict>
                </mc:Fallback>
              </mc:AlternateContent>
            </w:r>
            <w:r w:rsidR="008A314B" w:rsidRPr="00550DFD">
              <w:rPr>
                <w:rFonts w:ascii="Arial" w:hAnsi="Arial" w:cs="Arial"/>
              </w:rPr>
              <w:t>ELEZIONE DIRETTA DEL SINDACO</w:t>
            </w:r>
          </w:p>
          <w:p w14:paraId="5800E931" w14:textId="77777777" w:rsidR="008A314B" w:rsidRPr="00550DFD" w:rsidRDefault="008A314B" w:rsidP="008A314B">
            <w:pPr>
              <w:pStyle w:val="Corpotesto"/>
              <w:tabs>
                <w:tab w:val="left" w:pos="708"/>
              </w:tabs>
              <w:rPr>
                <w:rFonts w:ascii="Arial" w:hAnsi="Arial" w:cs="Arial"/>
              </w:rPr>
            </w:pPr>
            <w:r w:rsidRPr="00550DFD">
              <w:rPr>
                <w:rFonts w:ascii="Arial" w:hAnsi="Arial" w:cs="Arial"/>
              </w:rPr>
              <w:t>E DEL CONSIGLIO COMUNALE</w:t>
            </w:r>
          </w:p>
          <w:p w14:paraId="35FED3F1" w14:textId="77777777" w:rsidR="008A314B" w:rsidRPr="00550DFD" w:rsidRDefault="008A314B" w:rsidP="008A314B">
            <w:pPr>
              <w:pStyle w:val="Corpotesto"/>
              <w:tabs>
                <w:tab w:val="left" w:pos="708"/>
              </w:tabs>
              <w:rPr>
                <w:rFonts w:ascii="Arial" w:hAnsi="Arial" w:cs="Arial"/>
                <w:b w:val="0"/>
                <w:sz w:val="24"/>
              </w:rPr>
            </w:pPr>
            <w:r w:rsidRPr="00550DFD">
              <w:rPr>
                <w:rFonts w:ascii="Arial" w:hAnsi="Arial" w:cs="Arial"/>
                <w:sz w:val="24"/>
              </w:rPr>
              <w:t>(Comuni fino a 15.000 abitanti)</w:t>
            </w:r>
          </w:p>
          <w:p w14:paraId="0C15A7E9" w14:textId="77777777" w:rsidR="001E7E0F" w:rsidRPr="00550DFD" w:rsidRDefault="008A314B" w:rsidP="008A314B">
            <w:pPr>
              <w:autoSpaceDE w:val="0"/>
              <w:autoSpaceDN w:val="0"/>
              <w:adjustRightInd w:val="0"/>
              <w:spacing w:before="30" w:after="30"/>
              <w:jc w:val="center"/>
              <w:rPr>
                <w:rFonts w:ascii="Arial" w:hAnsi="Arial" w:cs="Arial"/>
                <w:bCs/>
                <w:szCs w:val="34"/>
              </w:rPr>
            </w:pPr>
            <w:r w:rsidRPr="00550DFD">
              <w:rPr>
                <w:rFonts w:ascii="Arial" w:hAnsi="Arial" w:cs="Arial"/>
                <w:b/>
                <w:bCs/>
                <w:sz w:val="28"/>
                <w:szCs w:val="34"/>
              </w:rPr>
              <w:t>ATTO SEPARATO DI SOTTOSCRIZIONE</w:t>
            </w:r>
          </w:p>
        </w:tc>
      </w:tr>
    </w:tbl>
    <w:p w14:paraId="1E484582" w14:textId="77777777" w:rsidR="001E7E0F" w:rsidRPr="00550DFD" w:rsidRDefault="001E7E0F" w:rsidP="00F2227E">
      <w:pPr>
        <w:spacing w:line="360" w:lineRule="auto"/>
        <w:rPr>
          <w:rFonts w:ascii="Arial" w:hAnsi="Arial" w:cs="Arial"/>
          <w:sz w:val="20"/>
          <w:szCs w:val="20"/>
        </w:rPr>
      </w:pPr>
    </w:p>
    <w:p w14:paraId="559F3D4E" w14:textId="77777777" w:rsidR="008A314B" w:rsidRPr="00550DFD" w:rsidRDefault="008A314B" w:rsidP="008A314B">
      <w:pPr>
        <w:tabs>
          <w:tab w:val="right" w:leader="dot" w:pos="10773"/>
        </w:tabs>
        <w:autoSpaceDE w:val="0"/>
        <w:autoSpaceDN w:val="0"/>
        <w:adjustRightInd w:val="0"/>
        <w:spacing w:line="360" w:lineRule="auto"/>
        <w:ind w:firstLine="425"/>
        <w:jc w:val="center"/>
        <w:rPr>
          <w:rFonts w:ascii="Arial" w:hAnsi="Arial" w:cs="Arial"/>
          <w:sz w:val="20"/>
          <w:szCs w:val="20"/>
        </w:rPr>
      </w:pPr>
      <w:r w:rsidRPr="00550DFD">
        <w:rPr>
          <w:rFonts w:ascii="Arial" w:hAnsi="Arial" w:cs="Arial"/>
          <w:b/>
          <w:bCs/>
          <w:szCs w:val="34"/>
        </w:rPr>
        <w:t>PRESENTAZIONE DELLA LISTA DEI CANDIDATI ALLE ELEZIONI COMUNALI</w:t>
      </w:r>
    </w:p>
    <w:p w14:paraId="58FFB233" w14:textId="77777777" w:rsidR="008A314B" w:rsidRPr="00550DFD" w:rsidRDefault="008A314B" w:rsidP="008A314B">
      <w:pPr>
        <w:tabs>
          <w:tab w:val="right" w:leader="dot" w:pos="10773"/>
        </w:tabs>
        <w:autoSpaceDE w:val="0"/>
        <w:autoSpaceDN w:val="0"/>
        <w:adjustRightInd w:val="0"/>
        <w:spacing w:before="120" w:after="120" w:line="360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550DFD">
        <w:rPr>
          <w:rFonts w:ascii="Arial" w:hAnsi="Arial" w:cs="Arial"/>
          <w:b/>
          <w:sz w:val="20"/>
          <w:szCs w:val="20"/>
        </w:rPr>
        <w:t>ELENCO</w:t>
      </w:r>
      <w:r w:rsidRPr="00550DFD">
        <w:rPr>
          <w:rFonts w:ascii="Arial" w:hAnsi="Arial" w:cs="Arial"/>
          <w:sz w:val="20"/>
          <w:szCs w:val="20"/>
        </w:rPr>
        <w:t xml:space="preserve"> n. ……………. dei sottoscrittori della lista recante il </w:t>
      </w:r>
      <w:r w:rsidRPr="00550DFD">
        <w:rPr>
          <w:rFonts w:ascii="Arial" w:hAnsi="Arial" w:cs="Arial"/>
          <w:b/>
          <w:sz w:val="20"/>
          <w:szCs w:val="20"/>
        </w:rPr>
        <w:t>CONTRASSEGNO</w:t>
      </w:r>
      <w:r w:rsidRPr="00550DFD">
        <w:rPr>
          <w:rFonts w:ascii="Arial" w:hAnsi="Arial" w:cs="Arial"/>
          <w:sz w:val="20"/>
          <w:szCs w:val="20"/>
        </w:rPr>
        <w:t xml:space="preserve"> </w:t>
      </w:r>
    </w:p>
    <w:tbl>
      <w:tblPr>
        <w:tblW w:w="107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989"/>
      </w:tblGrid>
      <w:tr w:rsidR="008A314B" w:rsidRPr="00550DFD" w14:paraId="12115BD4" w14:textId="77777777" w:rsidTr="008A314B">
        <w:trPr>
          <w:jc w:val="center"/>
        </w:trPr>
        <w:tc>
          <w:tcPr>
            <w:tcW w:w="10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6438B3" w14:textId="77777777" w:rsidR="008A314B" w:rsidRPr="00550DFD" w:rsidRDefault="008A314B">
            <w:pPr>
              <w:tabs>
                <w:tab w:val="right" w:leader="dot" w:pos="10773"/>
              </w:tabs>
              <w:autoSpaceDE w:val="0"/>
              <w:autoSpaceDN w:val="0"/>
              <w:adjustRightInd w:val="0"/>
              <w:spacing w:before="28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DFD">
              <w:rPr>
                <w:rFonts w:ascii="Arial" w:hAnsi="Arial" w:cs="Arial"/>
                <w:sz w:val="20"/>
                <w:szCs w:val="20"/>
              </w:rPr>
              <w:tab/>
            </w:r>
          </w:p>
          <w:p w14:paraId="73E013A0" w14:textId="77777777" w:rsidR="008A314B" w:rsidRPr="00550DFD" w:rsidRDefault="008A314B">
            <w:pPr>
              <w:tabs>
                <w:tab w:val="right" w:leader="dot" w:pos="10773"/>
              </w:tabs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DFD">
              <w:rPr>
                <w:rFonts w:ascii="Arial" w:hAnsi="Arial" w:cs="Arial"/>
                <w:sz w:val="20"/>
                <w:szCs w:val="20"/>
              </w:rPr>
              <w:tab/>
            </w:r>
          </w:p>
          <w:p w14:paraId="765DD0D7" w14:textId="77777777" w:rsidR="008A314B" w:rsidRPr="00550DFD" w:rsidRDefault="008A314B">
            <w:pPr>
              <w:tabs>
                <w:tab w:val="right" w:leader="dot" w:pos="10773"/>
              </w:tabs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DFD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821C1B8" w14:textId="77777777" w:rsidR="008A314B" w:rsidRPr="00550DFD" w:rsidRDefault="008A314B">
            <w:pPr>
              <w:tabs>
                <w:tab w:val="right" w:leader="dot" w:pos="10773"/>
              </w:tabs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550DFD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3EFC9F65" w14:textId="6EC14CF9" w:rsidR="008A314B" w:rsidRPr="00550DFD" w:rsidRDefault="008A314B" w:rsidP="00EC34F6">
      <w:pPr>
        <w:tabs>
          <w:tab w:val="right" w:leader="dot" w:pos="10773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550DFD">
        <w:rPr>
          <w:rFonts w:ascii="Arial" w:hAnsi="Arial" w:cs="Arial"/>
          <w:sz w:val="20"/>
          <w:szCs w:val="20"/>
        </w:rPr>
        <w:t xml:space="preserve">per l’elezione del </w:t>
      </w:r>
      <w:r w:rsidR="00684CC7" w:rsidRPr="00550DFD">
        <w:rPr>
          <w:rFonts w:ascii="Arial" w:hAnsi="Arial" w:cs="Arial"/>
          <w:sz w:val="20"/>
          <w:szCs w:val="20"/>
        </w:rPr>
        <w:t>s</w:t>
      </w:r>
      <w:r w:rsidRPr="00550DFD">
        <w:rPr>
          <w:rFonts w:ascii="Arial" w:hAnsi="Arial" w:cs="Arial"/>
          <w:sz w:val="20"/>
          <w:szCs w:val="20"/>
        </w:rPr>
        <w:t xml:space="preserve">indaco e del </w:t>
      </w:r>
      <w:r w:rsidR="00684CC7" w:rsidRPr="00550DFD">
        <w:rPr>
          <w:rFonts w:ascii="Arial" w:hAnsi="Arial" w:cs="Arial"/>
          <w:sz w:val="20"/>
          <w:szCs w:val="20"/>
        </w:rPr>
        <w:t>c</w:t>
      </w:r>
      <w:r w:rsidRPr="00550DFD">
        <w:rPr>
          <w:rFonts w:ascii="Arial" w:hAnsi="Arial" w:cs="Arial"/>
          <w:sz w:val="20"/>
          <w:szCs w:val="20"/>
        </w:rPr>
        <w:t xml:space="preserve">onsiglio comunale </w:t>
      </w:r>
      <w:r w:rsidR="00905AD2" w:rsidRPr="00550DFD">
        <w:rPr>
          <w:rFonts w:ascii="Arial" w:hAnsi="Arial" w:cs="Arial"/>
          <w:sz w:val="20"/>
          <w:szCs w:val="20"/>
        </w:rPr>
        <w:t xml:space="preserve">del Comune </w:t>
      </w:r>
      <w:r w:rsidRPr="00550DFD">
        <w:rPr>
          <w:rFonts w:ascii="Arial" w:hAnsi="Arial" w:cs="Arial"/>
          <w:sz w:val="20"/>
          <w:szCs w:val="20"/>
        </w:rPr>
        <w:t xml:space="preserve">di </w:t>
      </w:r>
      <w:r w:rsidR="00EC300F" w:rsidRPr="00550DFD">
        <w:rPr>
          <w:rFonts w:ascii="Arial" w:eastAsia="MS Mincho" w:hAnsi="Arial"/>
          <w:i/>
          <w:iCs/>
          <w:sz w:val="20"/>
          <w:szCs w:val="15"/>
        </w:rPr>
        <w:fldChar w:fldCharType="begin">
          <w:ffData>
            <w:name w:val="__Comune__1"/>
            <w:enabled/>
            <w:calcOnExit w:val="0"/>
            <w:textInput>
              <w:default w:val=".................................................................................."/>
              <w:format w:val="Iniziali maiuscole"/>
            </w:textInput>
          </w:ffData>
        </w:fldChar>
      </w:r>
      <w:bookmarkStart w:id="0" w:name="__Comune__1"/>
      <w:r w:rsidR="00EC300F" w:rsidRPr="00550DFD">
        <w:rPr>
          <w:rFonts w:ascii="Arial" w:eastAsia="MS Mincho" w:hAnsi="Arial"/>
          <w:i/>
          <w:iCs/>
          <w:sz w:val="20"/>
          <w:szCs w:val="15"/>
        </w:rPr>
        <w:instrText xml:space="preserve"> FORMTEXT </w:instrText>
      </w:r>
      <w:r w:rsidR="00EC300F" w:rsidRPr="00550DFD">
        <w:rPr>
          <w:rFonts w:ascii="Arial" w:eastAsia="MS Mincho" w:hAnsi="Arial"/>
          <w:i/>
          <w:iCs/>
          <w:sz w:val="20"/>
          <w:szCs w:val="15"/>
        </w:rPr>
      </w:r>
      <w:r w:rsidR="00EC300F" w:rsidRPr="00550DFD">
        <w:rPr>
          <w:rFonts w:ascii="Arial" w:eastAsia="MS Mincho" w:hAnsi="Arial"/>
          <w:i/>
          <w:iCs/>
          <w:sz w:val="20"/>
          <w:szCs w:val="15"/>
        </w:rPr>
        <w:fldChar w:fldCharType="separate"/>
      </w:r>
      <w:r w:rsidR="00EC300F" w:rsidRPr="00550DFD">
        <w:rPr>
          <w:rFonts w:ascii="Arial" w:eastAsia="MS Mincho" w:hAnsi="Arial"/>
          <w:i/>
          <w:iCs/>
          <w:noProof/>
          <w:sz w:val="20"/>
          <w:szCs w:val="15"/>
        </w:rPr>
        <w:t>BELLUSCO</w:t>
      </w:r>
      <w:r w:rsidR="00EC300F" w:rsidRPr="00550DFD">
        <w:rPr>
          <w:rFonts w:ascii="Arial" w:eastAsia="MS Mincho" w:hAnsi="Arial"/>
          <w:i/>
          <w:iCs/>
          <w:sz w:val="20"/>
          <w:szCs w:val="15"/>
        </w:rPr>
        <w:fldChar w:fldCharType="end"/>
      </w:r>
      <w:bookmarkEnd w:id="0"/>
    </w:p>
    <w:p w14:paraId="7C7BB530" w14:textId="38594D1C" w:rsidR="008A314B" w:rsidRPr="00550DFD" w:rsidRDefault="008A314B" w:rsidP="00EC34F6">
      <w:pPr>
        <w:autoSpaceDE w:val="0"/>
        <w:autoSpaceDN w:val="0"/>
        <w:adjustRightInd w:val="0"/>
        <w:spacing w:before="240" w:after="12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550DFD">
        <w:rPr>
          <w:rFonts w:ascii="Arial" w:hAnsi="Arial" w:cs="Arial"/>
          <w:sz w:val="20"/>
          <w:szCs w:val="20"/>
        </w:rPr>
        <w:t xml:space="preserve">La lista dei sottonotati candidati è collegata con la </w:t>
      </w:r>
      <w:r w:rsidRPr="00550DFD">
        <w:rPr>
          <w:rFonts w:ascii="Arial" w:hAnsi="Arial" w:cs="Arial"/>
          <w:b/>
          <w:sz w:val="20"/>
          <w:szCs w:val="20"/>
        </w:rPr>
        <w:t xml:space="preserve">candidatura a </w:t>
      </w:r>
      <w:r w:rsidR="00976B2A" w:rsidRPr="00550DFD">
        <w:rPr>
          <w:rFonts w:ascii="Arial" w:hAnsi="Arial" w:cs="Arial"/>
          <w:b/>
          <w:sz w:val="20"/>
          <w:szCs w:val="20"/>
        </w:rPr>
        <w:t>s</w:t>
      </w:r>
      <w:r w:rsidRPr="00550DFD">
        <w:rPr>
          <w:rFonts w:ascii="Arial" w:hAnsi="Arial" w:cs="Arial"/>
          <w:b/>
          <w:sz w:val="20"/>
          <w:szCs w:val="20"/>
        </w:rPr>
        <w:t>indaco</w:t>
      </w:r>
      <w:r w:rsidRPr="00550DFD">
        <w:rPr>
          <w:rFonts w:ascii="Arial" w:hAnsi="Arial" w:cs="Arial"/>
          <w:sz w:val="20"/>
          <w:szCs w:val="20"/>
        </w:rPr>
        <w:t xml:space="preserve"> del/della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A314B" w:rsidRPr="00550DFD" w14:paraId="682EFD46" w14:textId="77777777" w:rsidTr="008A314B">
        <w:trPr>
          <w:jc w:val="center"/>
        </w:trPr>
        <w:tc>
          <w:tcPr>
            <w:tcW w:w="10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E2E7ED" w14:textId="77777777" w:rsidR="008A314B" w:rsidRPr="00550DFD" w:rsidRDefault="008A314B">
            <w:pPr>
              <w:tabs>
                <w:tab w:val="right" w:leader="dot" w:pos="9391"/>
              </w:tabs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DFD">
              <w:rPr>
                <w:rFonts w:ascii="Arial" w:hAnsi="Arial" w:cs="Arial"/>
                <w:sz w:val="20"/>
                <w:szCs w:val="20"/>
              </w:rPr>
              <w:t xml:space="preserve">Sig./a </w:t>
            </w:r>
            <w:r w:rsidRPr="00550DFD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BE841BF" w14:textId="77777777" w:rsidR="008A314B" w:rsidRPr="00550DFD" w:rsidRDefault="008A314B">
            <w:pPr>
              <w:tabs>
                <w:tab w:val="right" w:leader="dot" w:pos="7406"/>
                <w:tab w:val="right" w:leader="dot" w:pos="9391"/>
              </w:tabs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DFD">
              <w:rPr>
                <w:rFonts w:ascii="Arial" w:hAnsi="Arial" w:cs="Arial"/>
                <w:sz w:val="20"/>
                <w:szCs w:val="20"/>
              </w:rPr>
              <w:t xml:space="preserve">nato/a </w:t>
            </w:r>
            <w:proofErr w:type="spellStart"/>
            <w:r w:rsidRPr="00550DFD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550D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DFD">
              <w:rPr>
                <w:rFonts w:ascii="Arial" w:hAnsi="Arial" w:cs="Arial"/>
                <w:sz w:val="20"/>
                <w:szCs w:val="20"/>
              </w:rPr>
              <w:tab/>
              <w:t xml:space="preserve"> il</w:t>
            </w:r>
            <w:r w:rsidRPr="00550DFD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6DB74BCE" w14:textId="7074A6FF" w:rsidR="008A314B" w:rsidRPr="00550DFD" w:rsidRDefault="008A314B" w:rsidP="00EC34F6">
      <w:pPr>
        <w:autoSpaceDE w:val="0"/>
        <w:autoSpaceDN w:val="0"/>
        <w:adjustRightInd w:val="0"/>
        <w:spacing w:beforeLines="60" w:before="144"/>
        <w:jc w:val="both"/>
        <w:rPr>
          <w:rFonts w:ascii="Arial" w:hAnsi="Arial" w:cs="Arial"/>
          <w:bCs/>
          <w:sz w:val="20"/>
          <w:szCs w:val="20"/>
        </w:rPr>
      </w:pPr>
      <w:r w:rsidRPr="00550DFD">
        <w:rPr>
          <w:rFonts w:ascii="Arial" w:hAnsi="Arial" w:cs="Arial"/>
          <w:sz w:val="20"/>
          <w:szCs w:val="20"/>
        </w:rPr>
        <w:t xml:space="preserve">per l’elezione del </w:t>
      </w:r>
      <w:r w:rsidR="00976B2A" w:rsidRPr="00550DFD">
        <w:rPr>
          <w:rFonts w:ascii="Arial" w:hAnsi="Arial" w:cs="Arial"/>
          <w:sz w:val="20"/>
          <w:szCs w:val="20"/>
        </w:rPr>
        <w:t>s</w:t>
      </w:r>
      <w:r w:rsidRPr="00550DFD">
        <w:rPr>
          <w:rFonts w:ascii="Arial" w:hAnsi="Arial" w:cs="Arial"/>
          <w:sz w:val="20"/>
          <w:szCs w:val="20"/>
        </w:rPr>
        <w:t xml:space="preserve">indaco e del </w:t>
      </w:r>
      <w:r w:rsidR="00976B2A" w:rsidRPr="00550DFD">
        <w:rPr>
          <w:rFonts w:ascii="Arial" w:hAnsi="Arial" w:cs="Arial"/>
          <w:sz w:val="20"/>
          <w:szCs w:val="20"/>
        </w:rPr>
        <w:t>c</w:t>
      </w:r>
      <w:r w:rsidRPr="00550DFD">
        <w:rPr>
          <w:rFonts w:ascii="Arial" w:hAnsi="Arial" w:cs="Arial"/>
          <w:sz w:val="20"/>
          <w:szCs w:val="20"/>
        </w:rPr>
        <w:t xml:space="preserve">onsiglio comunale che avrà luogo </w:t>
      </w:r>
      <w:r w:rsidR="00EA19D7" w:rsidRPr="00550DFD">
        <w:rPr>
          <w:rFonts w:ascii="Arial" w:hAnsi="Arial" w:cs="Arial"/>
          <w:sz w:val="20"/>
          <w:szCs w:val="20"/>
        </w:rPr>
        <w:t>in data</w:t>
      </w:r>
      <w:r w:rsidRPr="00550DFD">
        <w:rPr>
          <w:rFonts w:ascii="Arial" w:hAnsi="Arial" w:cs="Arial"/>
          <w:sz w:val="20"/>
          <w:szCs w:val="20"/>
        </w:rPr>
        <w:t xml:space="preserve"> </w:t>
      </w:r>
      <w:r w:rsidR="008E5EFB" w:rsidRPr="00550DFD">
        <w:rPr>
          <w:rFonts w:ascii="Arial" w:eastAsia="MS Mincho" w:hAnsi="Arial" w:cs="Arial"/>
          <w:sz w:val="20"/>
          <w:szCs w:val="15"/>
        </w:rPr>
        <w:fldChar w:fldCharType="begin">
          <w:ffData>
            <w:name w:val="__Data__"/>
            <w:enabled/>
            <w:calcOnExit w:val="0"/>
            <w:textInput>
              <w:default w:val="……………………………"/>
            </w:textInput>
          </w:ffData>
        </w:fldChar>
      </w:r>
      <w:bookmarkStart w:id="1" w:name="__Data__"/>
      <w:r w:rsidR="008E5EFB" w:rsidRPr="00550DFD">
        <w:rPr>
          <w:rFonts w:ascii="Arial" w:eastAsia="MS Mincho" w:hAnsi="Arial" w:cs="Arial"/>
          <w:sz w:val="20"/>
          <w:szCs w:val="15"/>
        </w:rPr>
        <w:instrText xml:space="preserve"> FORMTEXT </w:instrText>
      </w:r>
      <w:r w:rsidR="008E5EFB" w:rsidRPr="00550DFD">
        <w:rPr>
          <w:rFonts w:ascii="Arial" w:eastAsia="MS Mincho" w:hAnsi="Arial" w:cs="Arial"/>
          <w:sz w:val="20"/>
          <w:szCs w:val="15"/>
        </w:rPr>
      </w:r>
      <w:r w:rsidR="008E5EFB" w:rsidRPr="00550DFD">
        <w:rPr>
          <w:rFonts w:ascii="Arial" w:eastAsia="MS Mincho" w:hAnsi="Arial" w:cs="Arial"/>
          <w:sz w:val="20"/>
          <w:szCs w:val="15"/>
        </w:rPr>
        <w:fldChar w:fldCharType="separate"/>
      </w:r>
      <w:r w:rsidR="008E5EFB" w:rsidRPr="00550DFD">
        <w:rPr>
          <w:rFonts w:ascii="Arial" w:eastAsia="MS Mincho" w:hAnsi="Arial" w:cs="Arial"/>
          <w:noProof/>
          <w:sz w:val="20"/>
          <w:szCs w:val="15"/>
        </w:rPr>
        <w:t>08/06/2024 e 09/06/2024</w:t>
      </w:r>
      <w:r w:rsidR="008E5EFB" w:rsidRPr="00550DFD">
        <w:rPr>
          <w:rFonts w:ascii="Arial" w:eastAsia="MS Mincho" w:hAnsi="Arial" w:cs="Arial"/>
          <w:sz w:val="20"/>
          <w:szCs w:val="15"/>
        </w:rPr>
        <w:fldChar w:fldCharType="end"/>
      </w:r>
      <w:bookmarkEnd w:id="1"/>
      <w:r w:rsidR="00EC34F6" w:rsidRPr="00550DFD">
        <w:rPr>
          <w:rFonts w:ascii="Arial" w:eastAsia="MS Mincho" w:hAnsi="Arial" w:cs="Arial"/>
          <w:sz w:val="20"/>
          <w:szCs w:val="15"/>
        </w:rPr>
        <w:t xml:space="preserve"> </w:t>
      </w:r>
    </w:p>
    <w:p w14:paraId="2BE414D3" w14:textId="77777777" w:rsidR="008A314B" w:rsidRPr="00550DFD" w:rsidRDefault="008A314B" w:rsidP="00EC34F6">
      <w:pPr>
        <w:autoSpaceDE w:val="0"/>
        <w:autoSpaceDN w:val="0"/>
        <w:adjustRightInd w:val="0"/>
        <w:spacing w:beforeLines="60" w:before="144"/>
        <w:jc w:val="center"/>
        <w:rPr>
          <w:rFonts w:ascii="Arial" w:hAnsi="Arial" w:cs="Arial"/>
          <w:bCs/>
          <w:sz w:val="18"/>
          <w:szCs w:val="18"/>
        </w:rPr>
      </w:pPr>
    </w:p>
    <w:p w14:paraId="67FFA736" w14:textId="77777777" w:rsidR="008A314B" w:rsidRPr="00550DFD" w:rsidRDefault="008A314B" w:rsidP="00EC34F6">
      <w:pPr>
        <w:pStyle w:val="Titolo1"/>
        <w:spacing w:beforeLines="60" w:before="144"/>
        <w:rPr>
          <w:sz w:val="20"/>
          <w:szCs w:val="20"/>
        </w:rPr>
      </w:pPr>
      <w:r w:rsidRPr="00550DFD">
        <w:rPr>
          <w:sz w:val="20"/>
          <w:szCs w:val="20"/>
        </w:rPr>
        <w:t>CANDIDATI ALLA CARICA DI CONSIGLIERE COMUNALE</w:t>
      </w:r>
      <w:r w:rsidRPr="00550DFD">
        <w:rPr>
          <w:b w:val="0"/>
          <w:sz w:val="20"/>
          <w:szCs w:val="20"/>
        </w:rPr>
        <w:t xml:space="preserve"> (</w:t>
      </w:r>
      <w:r w:rsidRPr="00550DFD">
        <w:rPr>
          <w:b w:val="0"/>
          <w:sz w:val="20"/>
          <w:szCs w:val="20"/>
        </w:rPr>
        <w:footnoteReference w:id="1"/>
      </w:r>
      <w:r w:rsidRPr="00550DFD">
        <w:rPr>
          <w:b w:val="0"/>
          <w:sz w:val="20"/>
          <w:szCs w:val="20"/>
        </w:rPr>
        <w:t xml:space="preserve">) </w:t>
      </w:r>
    </w:p>
    <w:tbl>
      <w:tblPr>
        <w:tblW w:w="10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2375"/>
        <w:gridCol w:w="2376"/>
        <w:gridCol w:w="4118"/>
        <w:gridCol w:w="1267"/>
      </w:tblGrid>
      <w:tr w:rsidR="008A314B" w:rsidRPr="00550DFD" w14:paraId="6763A4AF" w14:textId="77777777" w:rsidTr="006C17BE">
        <w:trPr>
          <w:trHeight w:val="284"/>
          <w:tblHeader/>
          <w:jc w:val="center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EA42C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1"/>
              </w:rPr>
            </w:pPr>
            <w:proofErr w:type="spellStart"/>
            <w:r w:rsidRPr="00550DFD">
              <w:rPr>
                <w:rFonts w:ascii="Arial" w:hAnsi="Arial" w:cs="Arial"/>
                <w:sz w:val="16"/>
                <w:szCs w:val="21"/>
              </w:rPr>
              <w:t>Num</w:t>
            </w:r>
            <w:proofErr w:type="spellEnd"/>
            <w:r w:rsidRPr="00550DFD">
              <w:rPr>
                <w:rFonts w:ascii="Arial" w:hAnsi="Arial" w:cs="Arial"/>
                <w:sz w:val="16"/>
                <w:szCs w:val="21"/>
              </w:rPr>
              <w:t>.</w:t>
            </w:r>
          </w:p>
          <w:p w14:paraId="0DAD18DC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1"/>
              </w:rPr>
            </w:pPr>
            <w:r w:rsidRPr="00550DFD">
              <w:rPr>
                <w:rFonts w:ascii="Arial" w:hAnsi="Arial" w:cs="Arial"/>
                <w:sz w:val="16"/>
                <w:szCs w:val="21"/>
              </w:rPr>
              <w:t>d’</w:t>
            </w:r>
            <w:proofErr w:type="spellStart"/>
            <w:r w:rsidRPr="00550DFD">
              <w:rPr>
                <w:rFonts w:ascii="Arial" w:hAnsi="Arial" w:cs="Arial"/>
                <w:sz w:val="16"/>
                <w:szCs w:val="21"/>
              </w:rPr>
              <w:t>ord</w:t>
            </w:r>
            <w:proofErr w:type="spellEnd"/>
            <w:r w:rsidRPr="00550DFD">
              <w:rPr>
                <w:rFonts w:ascii="Arial" w:hAnsi="Arial" w:cs="Arial"/>
                <w:sz w:val="16"/>
                <w:szCs w:val="21"/>
              </w:rPr>
              <w:t>.</w:t>
            </w:r>
          </w:p>
        </w:tc>
        <w:tc>
          <w:tcPr>
            <w:tcW w:w="23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607A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  <w:r w:rsidRPr="00550DFD">
              <w:rPr>
                <w:rFonts w:ascii="Arial" w:hAnsi="Arial" w:cs="Arial"/>
                <w:sz w:val="17"/>
                <w:szCs w:val="17"/>
              </w:rPr>
              <w:t>NOME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F6C5" w14:textId="77777777" w:rsidR="008A314B" w:rsidRPr="00550DFD" w:rsidRDefault="006C17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  <w:r w:rsidRPr="00550DFD">
              <w:rPr>
                <w:rFonts w:ascii="Arial" w:hAnsi="Arial" w:cs="Arial"/>
                <w:sz w:val="17"/>
                <w:szCs w:val="17"/>
              </w:rPr>
              <w:t>COG</w:t>
            </w:r>
            <w:r w:rsidR="008A314B" w:rsidRPr="00550DFD">
              <w:rPr>
                <w:rFonts w:ascii="Arial" w:hAnsi="Arial" w:cs="Arial"/>
                <w:sz w:val="17"/>
                <w:szCs w:val="17"/>
              </w:rPr>
              <w:t>NOME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BBC439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  <w:r w:rsidRPr="00550DFD">
              <w:rPr>
                <w:rFonts w:ascii="Arial" w:hAnsi="Arial" w:cs="Arial"/>
                <w:sz w:val="17"/>
                <w:szCs w:val="17"/>
              </w:rPr>
              <w:t>N A S C I T A</w:t>
            </w:r>
          </w:p>
        </w:tc>
      </w:tr>
      <w:tr w:rsidR="008A314B" w:rsidRPr="00550DFD" w14:paraId="67A89724" w14:textId="77777777" w:rsidTr="006C17BE">
        <w:trPr>
          <w:trHeight w:val="284"/>
          <w:tblHeader/>
          <w:jc w:val="center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1AF94" w14:textId="77777777" w:rsidR="008A314B" w:rsidRPr="00550DFD" w:rsidRDefault="008A314B">
            <w:pPr>
              <w:rPr>
                <w:rFonts w:ascii="Arial" w:hAnsi="Arial" w:cs="Arial"/>
                <w:sz w:val="16"/>
                <w:szCs w:val="21"/>
              </w:rPr>
            </w:pPr>
          </w:p>
        </w:tc>
        <w:tc>
          <w:tcPr>
            <w:tcW w:w="23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B115" w14:textId="77777777" w:rsidR="008A314B" w:rsidRPr="00550DFD" w:rsidRDefault="008A314B">
            <w:pPr>
              <w:rPr>
                <w:rFonts w:ascii="Arial" w:hAnsi="Arial" w:cs="Arial"/>
                <w:sz w:val="17"/>
                <w:szCs w:val="21"/>
              </w:rPr>
            </w:pP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5743" w14:textId="77777777" w:rsidR="008A314B" w:rsidRPr="00550DFD" w:rsidRDefault="008A314B">
            <w:pPr>
              <w:rPr>
                <w:rFonts w:ascii="Arial" w:hAnsi="Arial" w:cs="Arial"/>
                <w:sz w:val="17"/>
                <w:szCs w:val="21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56A5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  <w:r w:rsidRPr="00550DFD">
              <w:rPr>
                <w:rFonts w:ascii="Arial" w:hAnsi="Arial" w:cs="Arial"/>
                <w:sz w:val="17"/>
                <w:szCs w:val="17"/>
              </w:rPr>
              <w:t>LUOGO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BBBF59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  <w:r w:rsidRPr="00550DFD">
              <w:rPr>
                <w:rFonts w:ascii="Arial" w:hAnsi="Arial" w:cs="Arial"/>
                <w:sz w:val="17"/>
                <w:szCs w:val="17"/>
              </w:rPr>
              <w:t>DATA</w:t>
            </w:r>
          </w:p>
        </w:tc>
      </w:tr>
      <w:tr w:rsidR="008A314B" w:rsidRPr="00550DFD" w14:paraId="4404EFBB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BB29CD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3F82A1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831635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F7C02E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1945EC8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67B5AA93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6DA0F1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2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C40661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35A65B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3BD935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B08B287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701CE275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5DB8D2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3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882DF4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579F10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7E1635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426D096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75F057EC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2885C9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4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A13D6B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BE240F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7A4CC2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7DF8B51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2CEB3758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69ED1A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5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B9B55F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6FB675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B78225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C087E8A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7A0A46EA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B7022F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6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DBAF66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E4AC3B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B0148C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01112C8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5D2E131B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4F6B0D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7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CACF3A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7CC780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FE54C4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4069FD3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0172A44D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9FC827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8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CE55BC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BBF7C5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1D1EAD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32EB216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32B7F17F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15DB31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9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86A9A4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26B874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7F215A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C2F6EBC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395381BB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B86EC0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10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7D9EE2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45037E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A3C5E0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8EAF8B2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3BAB1788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A4BE32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11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216724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7ECE43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BB8F52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B76125C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0EA116DF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B29A85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12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DE9930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A79B1B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F63E63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2C4453E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3C404F8A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F71717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13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3DC265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576BE4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D2E370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36C492F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263549BB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383535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14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5DDE17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1DD5CD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9FCADA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D35DB92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6AC98EE8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5A4EAB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15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88D7C0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C9D497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ED77A6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614107F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A314B" w:rsidRPr="00550DFD" w14:paraId="3454F01D" w14:textId="77777777" w:rsidTr="006C17BE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7C5204" w14:textId="77777777" w:rsidR="008A314B" w:rsidRPr="00550DFD" w:rsidRDefault="000143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50DFD">
              <w:rPr>
                <w:rFonts w:ascii="Arial" w:hAnsi="Arial" w:cs="Arial"/>
                <w:sz w:val="18"/>
                <w:szCs w:val="21"/>
              </w:rPr>
              <w:t>16</w:t>
            </w:r>
          </w:p>
        </w:tc>
        <w:tc>
          <w:tcPr>
            <w:tcW w:w="2375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63477C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BA2654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8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5D4CE4" w14:textId="77777777" w:rsidR="008A314B" w:rsidRPr="00550DFD" w:rsidRDefault="008A31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BA1A3" w14:textId="77777777" w:rsidR="008A314B" w:rsidRPr="00550DFD" w:rsidRDefault="008A31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</w:tbl>
    <w:p w14:paraId="1AD409AA" w14:textId="77777777" w:rsidR="00901DC8" w:rsidRPr="00550DFD" w:rsidRDefault="00901DC8" w:rsidP="00015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750E972" w14:textId="53837920" w:rsidR="001E7E0F" w:rsidRPr="00550DFD" w:rsidRDefault="00744C6D" w:rsidP="0001527B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50DFD">
        <w:rPr>
          <w:rFonts w:ascii="Arial" w:hAnsi="Arial" w:cs="Arial"/>
          <w:b/>
          <w:bCs/>
          <w:sz w:val="20"/>
          <w:szCs w:val="20"/>
        </w:rPr>
        <w:br w:type="page"/>
      </w:r>
      <w:r w:rsidR="00837A23" w:rsidRPr="00550DFD">
        <w:rPr>
          <w:rFonts w:ascii="Arial" w:hAnsi="Arial" w:cs="Arial"/>
          <w:b/>
          <w:bCs/>
          <w:sz w:val="20"/>
          <w:szCs w:val="20"/>
        </w:rPr>
        <w:lastRenderedPageBreak/>
        <w:t>FIRME DEI SOTTOSCRITTORI</w:t>
      </w:r>
    </w:p>
    <w:p w14:paraId="5618A0FD" w14:textId="77777777" w:rsidR="00EC34F6" w:rsidRPr="00550DFD" w:rsidRDefault="00EC34F6" w:rsidP="00EC34F6">
      <w:pPr>
        <w:tabs>
          <w:tab w:val="right" w:leader="dot" w:pos="10773"/>
        </w:tabs>
        <w:autoSpaceDE w:val="0"/>
        <w:autoSpaceDN w:val="0"/>
        <w:adjustRightInd w:val="0"/>
        <w:spacing w:before="60"/>
        <w:ind w:firstLine="426"/>
        <w:jc w:val="both"/>
        <w:rPr>
          <w:rFonts w:ascii="Arial" w:hAnsi="Arial" w:cs="Arial"/>
          <w:bCs/>
          <w:sz w:val="20"/>
          <w:szCs w:val="20"/>
        </w:rPr>
      </w:pPr>
      <w:r w:rsidRPr="00550DFD">
        <w:rPr>
          <w:rFonts w:ascii="Arial" w:hAnsi="Arial" w:cs="Arial"/>
          <w:sz w:val="20"/>
          <w:szCs w:val="20"/>
        </w:rPr>
        <w:t xml:space="preserve">Ai sensi dell'articolo 13 del regolamento generale sulla protezione dei dati [Regolamento (UE) 2016/679 del Parlamento europeo e del Consiglio dell'Unione europea del 27 aprile 2016] i sottoscritti elettori sono informati che il titolare/i titolari del trattamento sono il promotore/i promotori della sottoscrizione e cioè </w:t>
      </w:r>
      <w:r w:rsidRPr="00550DFD">
        <w:rPr>
          <w:rFonts w:ascii="Arial" w:hAnsi="Arial" w:cs="Arial"/>
          <w:sz w:val="20"/>
          <w:szCs w:val="20"/>
        </w:rPr>
        <w:tab/>
      </w:r>
    </w:p>
    <w:p w14:paraId="09E4FD4E" w14:textId="77777777" w:rsidR="00EC34F6" w:rsidRPr="00550DFD" w:rsidRDefault="00EC34F6" w:rsidP="00EC34F6">
      <w:pPr>
        <w:tabs>
          <w:tab w:val="right" w:leader="dot" w:pos="10773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550DFD">
        <w:rPr>
          <w:rFonts w:ascii="Arial" w:hAnsi="Arial" w:cs="Arial"/>
          <w:sz w:val="20"/>
          <w:szCs w:val="20"/>
        </w:rPr>
        <w:tab/>
        <w:t>,</w:t>
      </w:r>
    </w:p>
    <w:p w14:paraId="30D64253" w14:textId="77777777" w:rsidR="00EC34F6" w:rsidRPr="00550DFD" w:rsidRDefault="00EC34F6" w:rsidP="00EC34F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550DFD">
        <w:rPr>
          <w:rFonts w:ascii="Arial" w:hAnsi="Arial" w:cs="Arial"/>
          <w:sz w:val="20"/>
          <w:szCs w:val="20"/>
          <w:vertAlign w:val="superscript"/>
        </w:rPr>
        <w:t>(indicare la denominazione del partito o gruppo politico oppure i nomi delle persone che promuovono la sottoscrizione)</w:t>
      </w:r>
    </w:p>
    <w:p w14:paraId="26BB2B58" w14:textId="77777777" w:rsidR="00EC34F6" w:rsidRPr="00550DFD" w:rsidRDefault="00EC34F6" w:rsidP="00EC34F6">
      <w:pPr>
        <w:tabs>
          <w:tab w:val="right" w:leader="dot" w:pos="10773"/>
        </w:tabs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sz w:val="20"/>
          <w:szCs w:val="20"/>
        </w:rPr>
      </w:pPr>
      <w:r w:rsidRPr="00550DFD">
        <w:rPr>
          <w:rFonts w:ascii="Arial" w:hAnsi="Arial" w:cs="Arial"/>
          <w:sz w:val="20"/>
          <w:szCs w:val="20"/>
        </w:rPr>
        <w:t xml:space="preserve">con sede in </w:t>
      </w:r>
      <w:r w:rsidRPr="00550DFD">
        <w:rPr>
          <w:rFonts w:ascii="Arial" w:hAnsi="Arial" w:cs="Arial"/>
          <w:sz w:val="20"/>
          <w:szCs w:val="20"/>
        </w:rPr>
        <w:tab/>
      </w:r>
    </w:p>
    <w:p w14:paraId="757A837E" w14:textId="77777777" w:rsidR="00EC34F6" w:rsidRPr="00550DFD" w:rsidRDefault="00EC34F6" w:rsidP="00EC34F6">
      <w:pPr>
        <w:tabs>
          <w:tab w:val="right" w:leader="dot" w:pos="10773"/>
        </w:tabs>
        <w:autoSpaceDE w:val="0"/>
        <w:autoSpaceDN w:val="0"/>
        <w:adjustRightInd w:val="0"/>
        <w:spacing w:before="60"/>
        <w:ind w:firstLine="425"/>
        <w:jc w:val="both"/>
        <w:rPr>
          <w:rFonts w:ascii="Arial" w:hAnsi="Arial" w:cs="Arial"/>
          <w:sz w:val="20"/>
          <w:szCs w:val="20"/>
        </w:rPr>
      </w:pPr>
      <w:r w:rsidRPr="00550DFD">
        <w:rPr>
          <w:rFonts w:ascii="Arial" w:hAnsi="Arial" w:cs="Arial"/>
          <w:sz w:val="20"/>
          <w:szCs w:val="20"/>
        </w:rPr>
        <w:t>Sono, altresì, informati che i dati compresi nella presente dichiarazione, di cui è facoltativo il conferimento, sono trattati conformemente alla normativa di settore, per motivi di interesse pubblico rilevante in materia di elettorato, a sostegno della lista di candidati sottoscritta ai fini dell’esercizio dell’elettorato passivo. I dati saranno comunicati alla Commissione elettorale circondariale.</w:t>
      </w:r>
    </w:p>
    <w:p w14:paraId="78135F46" w14:textId="2240C34B" w:rsidR="00854BEA" w:rsidRPr="00550DFD" w:rsidRDefault="00EC34F6" w:rsidP="00EC34F6">
      <w:pPr>
        <w:tabs>
          <w:tab w:val="right" w:leader="dot" w:pos="10773"/>
        </w:tabs>
        <w:autoSpaceDE w:val="0"/>
        <w:autoSpaceDN w:val="0"/>
        <w:adjustRightInd w:val="0"/>
        <w:spacing w:before="120" w:after="60"/>
        <w:ind w:firstLine="425"/>
        <w:jc w:val="both"/>
        <w:rPr>
          <w:rFonts w:ascii="Arial" w:hAnsi="Arial" w:cs="Arial"/>
          <w:sz w:val="20"/>
          <w:szCs w:val="20"/>
        </w:rPr>
      </w:pPr>
      <w:r w:rsidRPr="00550DFD">
        <w:rPr>
          <w:rFonts w:ascii="Arial" w:hAnsi="Arial" w:cs="Arial"/>
          <w:sz w:val="20"/>
          <w:szCs w:val="20"/>
        </w:rPr>
        <w:t>Gli interessati potranno esercitare i diritti previsti dagli articoli da 15 a 22 del predetto Regolamento nei confronti del/dei sopraindicato/i titolare/i del trattamento nonch</w:t>
      </w:r>
      <w:r w:rsidR="00927FFE" w:rsidRPr="00550DFD">
        <w:rPr>
          <w:rFonts w:ascii="Arial" w:hAnsi="Arial" w:cs="Arial"/>
          <w:sz w:val="20"/>
          <w:szCs w:val="20"/>
        </w:rPr>
        <w:t>é</w:t>
      </w:r>
      <w:r w:rsidRPr="00550DFD">
        <w:rPr>
          <w:rFonts w:ascii="Arial" w:hAnsi="Arial" w:cs="Arial"/>
          <w:sz w:val="20"/>
          <w:szCs w:val="20"/>
        </w:rPr>
        <w:t xml:space="preserve"> proporre reclamo al Garante per la protezione dei dati personali in caso di ritenuta violazione (articolo 77).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5745"/>
        <w:gridCol w:w="2493"/>
        <w:gridCol w:w="1901"/>
      </w:tblGrid>
      <w:tr w:rsidR="007E3138" w:rsidRPr="00550DFD" w14:paraId="67BA5B0C" w14:textId="77777777" w:rsidTr="00AF037C">
        <w:trPr>
          <w:cantSplit/>
          <w:trHeight w:val="680"/>
          <w:tblHeader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3AECDB" w14:textId="77777777" w:rsidR="007E3138" w:rsidRPr="00550DFD" w:rsidRDefault="00D72A9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line="276" w:lineRule="auto"/>
              <w:ind w:left="-70" w:right="-70"/>
              <w:jc w:val="center"/>
              <w:rPr>
                <w:rFonts w:ascii="Arial" w:hAnsi="Arial" w:cs="Arial"/>
                <w:i/>
                <w:sz w:val="12"/>
                <w:szCs w:val="17"/>
              </w:rPr>
            </w:pPr>
            <w:r w:rsidRPr="00550DFD">
              <w:rPr>
                <w:rFonts w:ascii="Arial" w:hAnsi="Arial" w:cs="Arial"/>
                <w:sz w:val="18"/>
                <w:szCs w:val="18"/>
              </w:rPr>
              <w:br w:type="page"/>
            </w:r>
            <w:r w:rsidR="007E3138" w:rsidRPr="00550DFD">
              <w:rPr>
                <w:rFonts w:ascii="Arial" w:hAnsi="Arial" w:cs="Arial"/>
                <w:i/>
                <w:sz w:val="12"/>
                <w:szCs w:val="17"/>
              </w:rPr>
              <w:t>N.</w:t>
            </w:r>
          </w:p>
          <w:p w14:paraId="619D3ABD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line="276" w:lineRule="auto"/>
              <w:ind w:left="-70" w:right="-70"/>
              <w:jc w:val="center"/>
              <w:rPr>
                <w:rFonts w:ascii="Arial" w:hAnsi="Arial" w:cs="Arial"/>
                <w:i/>
                <w:w w:val="98"/>
                <w:sz w:val="12"/>
                <w:szCs w:val="17"/>
              </w:rPr>
            </w:pPr>
            <w:r w:rsidRPr="00550DFD">
              <w:rPr>
                <w:rFonts w:ascii="Arial" w:hAnsi="Arial" w:cs="Arial"/>
                <w:i/>
                <w:w w:val="98"/>
                <w:sz w:val="12"/>
                <w:szCs w:val="17"/>
              </w:rPr>
              <w:t>progressivo</w:t>
            </w:r>
          </w:p>
        </w:tc>
        <w:tc>
          <w:tcPr>
            <w:tcW w:w="574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E352CD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7"/>
              </w:rPr>
            </w:pPr>
            <w:r w:rsidRPr="00550DFD">
              <w:rPr>
                <w:rFonts w:ascii="Arial" w:hAnsi="Arial" w:cs="Arial"/>
                <w:sz w:val="16"/>
                <w:szCs w:val="17"/>
              </w:rPr>
              <w:t xml:space="preserve">NOME, </w:t>
            </w:r>
            <w:r w:rsidR="006C17BE" w:rsidRPr="00550DFD">
              <w:rPr>
                <w:rFonts w:ascii="Arial" w:hAnsi="Arial" w:cs="Arial"/>
                <w:sz w:val="16"/>
                <w:szCs w:val="17"/>
              </w:rPr>
              <w:t>COG</w:t>
            </w:r>
            <w:r w:rsidRPr="00550DFD">
              <w:rPr>
                <w:rFonts w:ascii="Arial" w:hAnsi="Arial" w:cs="Arial"/>
                <w:sz w:val="16"/>
                <w:szCs w:val="17"/>
              </w:rPr>
              <w:t>NOME, LUOGO E DATA DI NASCITA</w:t>
            </w:r>
          </w:p>
        </w:tc>
        <w:tc>
          <w:tcPr>
            <w:tcW w:w="249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EC8321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7"/>
              </w:rPr>
            </w:pPr>
            <w:r w:rsidRPr="00550DFD">
              <w:rPr>
                <w:rFonts w:ascii="Arial" w:hAnsi="Arial" w:cs="Arial"/>
                <w:i/>
                <w:iCs/>
                <w:sz w:val="16"/>
                <w:szCs w:val="17"/>
              </w:rPr>
              <w:t>Firma</w:t>
            </w:r>
          </w:p>
        </w:tc>
        <w:tc>
          <w:tcPr>
            <w:tcW w:w="19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6F37BF" w14:textId="77777777" w:rsidR="007E3138" w:rsidRPr="00550DFD" w:rsidRDefault="005E689C" w:rsidP="005E689C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iCs/>
                <w:spacing w:val="-4"/>
                <w:sz w:val="16"/>
                <w:szCs w:val="17"/>
              </w:rPr>
            </w:pPr>
            <w:proofErr w:type="spellStart"/>
            <w:r w:rsidRPr="00550DFD">
              <w:rPr>
                <w:rFonts w:ascii="Arial" w:hAnsi="Arial" w:cs="Arial"/>
                <w:i/>
                <w:iCs/>
                <w:spacing w:val="-4"/>
                <w:sz w:val="16"/>
                <w:szCs w:val="17"/>
              </w:rPr>
              <w:t>Num</w:t>
            </w:r>
            <w:proofErr w:type="spellEnd"/>
            <w:r w:rsidRPr="00550DFD">
              <w:rPr>
                <w:rFonts w:ascii="Arial" w:hAnsi="Arial" w:cs="Arial"/>
                <w:i/>
                <w:iCs/>
                <w:spacing w:val="-4"/>
                <w:sz w:val="16"/>
                <w:szCs w:val="17"/>
              </w:rPr>
              <w:t>. di iscrizione nella</w:t>
            </w:r>
            <w:r w:rsidR="007E3138" w:rsidRPr="00550DFD">
              <w:rPr>
                <w:rFonts w:ascii="Arial" w:hAnsi="Arial" w:cs="Arial"/>
                <w:i/>
                <w:iCs/>
                <w:spacing w:val="-4"/>
                <w:sz w:val="16"/>
                <w:szCs w:val="17"/>
              </w:rPr>
              <w:t xml:space="preserve"> list</w:t>
            </w:r>
            <w:r w:rsidRPr="00550DFD">
              <w:rPr>
                <w:rFonts w:ascii="Arial" w:hAnsi="Arial" w:cs="Arial"/>
                <w:i/>
                <w:iCs/>
                <w:spacing w:val="-4"/>
                <w:sz w:val="16"/>
                <w:szCs w:val="17"/>
              </w:rPr>
              <w:t>a</w:t>
            </w:r>
            <w:r w:rsidR="007E3138" w:rsidRPr="00550DFD">
              <w:rPr>
                <w:rFonts w:ascii="Arial" w:hAnsi="Arial" w:cs="Arial"/>
                <w:i/>
                <w:iCs/>
                <w:spacing w:val="-4"/>
                <w:sz w:val="16"/>
                <w:szCs w:val="17"/>
              </w:rPr>
              <w:t xml:space="preserve"> elettoral</w:t>
            </w:r>
            <w:r w:rsidRPr="00550DFD">
              <w:rPr>
                <w:rFonts w:ascii="Arial" w:hAnsi="Arial" w:cs="Arial"/>
                <w:i/>
                <w:iCs/>
                <w:spacing w:val="-4"/>
                <w:sz w:val="16"/>
                <w:szCs w:val="17"/>
              </w:rPr>
              <w:t>e generale (riservato al comune)</w:t>
            </w:r>
          </w:p>
        </w:tc>
      </w:tr>
      <w:tr w:rsidR="007E3138" w:rsidRPr="00550DFD" w14:paraId="0BE3A527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343D231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</w:p>
        </w:tc>
      </w:tr>
      <w:tr w:rsidR="007E3138" w:rsidRPr="00550DFD" w14:paraId="644EB931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7438CAE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3578BBF0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3CEC006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5DA99E37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F277D85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907337B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5BEE27AA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237FE4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46AFF123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A749CCB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008E3B2D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6C299F0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52987E4D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F324250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0626D7F3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373370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FBCFEF8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4A439011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80E0F9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5992C436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CFAB8DD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2306B833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E7E21DB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77E5D161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69E7C23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490D14F8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5EA4829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7DF0D1B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38CCB7ED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D54BE0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6E8F7F0C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0B8D9FD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12408771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209DBC9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1F415B34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954A1AC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2ECB1DC6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420A0C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D885563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0CBEA049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98B0AC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15843FC2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817D648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4F8E3677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D8EA06A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33ACB90F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044430EC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47157140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CA681D7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ACFC390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42C690ED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CC5431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1E889038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6B2A59E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35F5DC53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8116472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4E475AC8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2727DC1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1D4F1973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901D6D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9C5D7D4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35E84E66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121CD1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28E7756F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C147C0B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2EC6B7F4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290E915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5745" w:type="dxa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14:paraId="1C4AA897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7327A26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6850714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6D6D19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8FF21F6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492EDA05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8BE076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395C98" w:rsidRPr="00550DFD" w14:paraId="45A5E8F9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23DB4" w14:textId="6CCC26BB" w:rsidR="00395C98" w:rsidRPr="00550DFD" w:rsidRDefault="00395C98" w:rsidP="005B50EF">
            <w:pPr>
              <w:spacing w:before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La firma qui apposta vale come consenso a norma degli articoli 6, 7 e 9 del Regolamento (UE) 2016/679 del 27 aprile 2016 ai soli fini sopraindicati. </w:t>
            </w:r>
          </w:p>
        </w:tc>
      </w:tr>
      <w:tr w:rsidR="00854BEA" w:rsidRPr="00550DFD" w14:paraId="2798D16B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56ED2C7" w14:textId="77777777" w:rsidR="00854BEA" w:rsidRPr="00550DFD" w:rsidRDefault="00854BEA" w:rsidP="00EC300F">
            <w:pPr>
              <w:keepNext/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246FDFE0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CA6C765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153C3926" w14:textId="77777777" w:rsidR="007E3138" w:rsidRPr="00550DFD" w:rsidRDefault="007E3138" w:rsidP="00EC300F">
            <w:pPr>
              <w:keepNext/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26916E9" w14:textId="77777777" w:rsidR="007E3138" w:rsidRPr="00550DFD" w:rsidRDefault="007E3138" w:rsidP="00EC300F">
            <w:pPr>
              <w:keepNext/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54A0B3A6" w14:textId="77777777" w:rsidR="007E3138" w:rsidRPr="00550DFD" w:rsidRDefault="007E3138" w:rsidP="00EC300F">
            <w:pPr>
              <w:keepNext/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418BA54" w14:textId="77777777" w:rsidR="007E3138" w:rsidRPr="00550DFD" w:rsidRDefault="007E3138" w:rsidP="00EC300F">
            <w:pPr>
              <w:keepNext/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3B0E5E2" w14:textId="77777777" w:rsidR="007E3138" w:rsidRPr="00550DFD" w:rsidRDefault="007E3138" w:rsidP="00EC300F">
            <w:pPr>
              <w:keepNext/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72335253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EC66DE" w14:textId="77777777" w:rsidR="007E3138" w:rsidRPr="00550DFD" w:rsidRDefault="007E3138" w:rsidP="00EC300F">
            <w:pPr>
              <w:keepNext/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7304A6E0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5EA27C6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7CF5DED2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482D850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7AB12F21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A69FC6C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4F05A9C1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4E27F5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C5FA97B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59CEC516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722A54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7C770DDB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C6BBE79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5F2701FB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E5B8BF5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19152A85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C0CF52D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78269669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653CE4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5DDF5AE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3B04F4DE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83D811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2310AD" w:rsidRPr="00550DFD" w14:paraId="5F6FFAAA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832C9AE" w14:textId="77777777" w:rsidR="002310AD" w:rsidRPr="00550DFD" w:rsidRDefault="002310AD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0D5BB9A2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5F03F85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4CC1C382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076252C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0F7CE5C0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586A548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97F8D47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308B17B2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ED315A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4D113DB7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318E4DF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0C22D375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979753E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3393843F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D452B9F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21A73839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24A4CC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3D2E187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1F83E106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16FA0F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73A540F4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15C7946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0AAFFDAA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5B9B845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60DEEAA2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62DC3233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347EB734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471636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E2C0B07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35850565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A30860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10099543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B2CC836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2D272250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AAFF66B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2B8D40DD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64FE1787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02D98D8F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F184F8F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2B10C07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590EFC9D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5C32A0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616EDCC6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EFE00BB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7444753D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51885C6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48D0E1B5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06FC26F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2A82E275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367CF0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7640C9C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5B6AC96C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52AAB0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5C593C0F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ABE29E0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080C069B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661E270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16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5438DE78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4BB7E22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47E29E57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E14E17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6D7DA411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7A052B83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662779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030CAE3D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36349A3" w14:textId="77777777" w:rsidR="007E3138" w:rsidRPr="00550DFD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550DFD" w14:paraId="1278AB72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884FA3B" w14:textId="77777777" w:rsidR="007E3138" w:rsidRPr="00550DFD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DFD">
              <w:rPr>
                <w:rFonts w:ascii="Arial" w:hAnsi="Arial" w:cs="Arial"/>
                <w:b/>
                <w:sz w:val="16"/>
                <w:szCs w:val="16"/>
              </w:rPr>
              <w:t>17</w:t>
            </w:r>
          </w:p>
        </w:tc>
        <w:tc>
          <w:tcPr>
            <w:tcW w:w="5745" w:type="dxa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14:paraId="40807962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BBD8E2E" w14:textId="77777777" w:rsidR="007E3138" w:rsidRPr="00550DFD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2042B90" w14:textId="77777777" w:rsidR="007E3138" w:rsidRPr="00550DFD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081DA4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365C664" w14:textId="77777777" w:rsidR="007E3138" w:rsidRPr="00550DFD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550DFD" w14:paraId="0BCAD1B8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55E1F9" w14:textId="77777777" w:rsidR="007E3138" w:rsidRPr="00550DFD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395C98" w:rsidRPr="00550DFD" w14:paraId="79B2A0AB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AC209" w14:textId="6EF6B770" w:rsidR="00395C98" w:rsidRPr="00550DFD" w:rsidRDefault="00F31BA3" w:rsidP="005B50EF">
            <w:pPr>
              <w:spacing w:before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La firma qui apposta vale come consenso a norma degli articoli 6, 7 e 9 del Regolamento (UE) 2016/679 del 27 aprile 2016 ai soli fini sopraindicati. </w:t>
            </w:r>
          </w:p>
        </w:tc>
      </w:tr>
      <w:tr w:rsidR="00854BEA" w:rsidRPr="00550DFD" w14:paraId="63642308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EDC4586" w14:textId="77777777" w:rsidR="00854BEA" w:rsidRPr="00550DFD" w:rsidRDefault="00854BEA" w:rsidP="00EC300F">
            <w:pPr>
              <w:keepNext/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</w:p>
        </w:tc>
      </w:tr>
      <w:tr w:rsidR="000E08CC" w:rsidRPr="00550DFD" w14:paraId="629BFBE4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3A0E5C4" w14:textId="77777777" w:rsidR="000E08CC" w:rsidRPr="00550DFD" w:rsidRDefault="000E08CC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50DFD">
              <w:rPr>
                <w:rFonts w:ascii="Arial" w:hAnsi="Arial" w:cs="Arial"/>
                <w:b/>
                <w:sz w:val="16"/>
                <w:szCs w:val="17"/>
              </w:rPr>
              <w:t>18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1E9B4D59" w14:textId="77777777" w:rsidR="000E08CC" w:rsidRPr="00550DFD" w:rsidRDefault="000E08CC" w:rsidP="00EC300F">
            <w:pPr>
              <w:keepNext/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6F30B33" w14:textId="77777777" w:rsidR="000E08CC" w:rsidRPr="00550DFD" w:rsidRDefault="000E08CC" w:rsidP="00EC300F">
            <w:pPr>
              <w:keepNext/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75018262" w14:textId="77777777" w:rsidR="000E08CC" w:rsidRPr="00550DFD" w:rsidRDefault="000E08CC" w:rsidP="00EC300F">
            <w:pPr>
              <w:keepNext/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F3E828" w14:textId="77777777" w:rsidR="000E08CC" w:rsidRPr="00550DFD" w:rsidRDefault="000E08CC" w:rsidP="00EC300F">
            <w:pPr>
              <w:keepNext/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091E186E" w14:textId="77777777" w:rsidR="000E08CC" w:rsidRPr="00550DFD" w:rsidRDefault="000E08CC" w:rsidP="00EC300F">
            <w:pPr>
              <w:keepNext/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0E08CC" w:rsidRPr="00550DFD" w14:paraId="51C1DFF6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1B420E" w14:textId="77777777" w:rsidR="000E08CC" w:rsidRPr="00550DFD" w:rsidRDefault="000E08CC" w:rsidP="00EC300F">
            <w:pPr>
              <w:keepNext/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01527B" w:rsidRPr="00550DFD" w14:paraId="133FFCE0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5B9C825" w14:textId="77777777" w:rsidR="0001527B" w:rsidRPr="00550DFD" w:rsidRDefault="0001527B" w:rsidP="00B47F34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27B" w:rsidRPr="00550DFD" w14:paraId="27E46E06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8D4D127" w14:textId="77777777" w:rsidR="0001527B" w:rsidRPr="00550DFD" w:rsidRDefault="0001527B" w:rsidP="00B47F34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50DFD">
              <w:rPr>
                <w:rFonts w:ascii="Arial" w:hAnsi="Arial" w:cs="Arial"/>
                <w:b/>
                <w:sz w:val="16"/>
                <w:szCs w:val="17"/>
              </w:rPr>
              <w:t>19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37688C5A" w14:textId="77777777" w:rsidR="0001527B" w:rsidRPr="00550DFD" w:rsidRDefault="0001527B" w:rsidP="00B47F34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0DD219A" w14:textId="77777777" w:rsidR="0001527B" w:rsidRPr="00550DFD" w:rsidRDefault="0001527B" w:rsidP="00B47F34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7E5EE0AA" w14:textId="77777777" w:rsidR="0001527B" w:rsidRPr="00550DFD" w:rsidRDefault="0001527B" w:rsidP="00B47F34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DDE427" w14:textId="77777777" w:rsidR="0001527B" w:rsidRPr="00550DFD" w:rsidRDefault="0001527B" w:rsidP="00B47F34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3867287" w14:textId="77777777" w:rsidR="0001527B" w:rsidRPr="00550DFD" w:rsidRDefault="0001527B" w:rsidP="00B47F34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01527B" w:rsidRPr="00550DFD" w14:paraId="02A3F4ED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5DB2E0" w14:textId="77777777" w:rsidR="0001527B" w:rsidRPr="00550DFD" w:rsidRDefault="0001527B" w:rsidP="00B47F34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207678" w:rsidRPr="00550DFD" w14:paraId="4ACF94AE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6F7C864" w14:textId="77777777" w:rsidR="00207678" w:rsidRPr="00550DFD" w:rsidRDefault="00207678" w:rsidP="00B47F34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7678" w:rsidRPr="00550DFD" w14:paraId="7F059015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887BB78" w14:textId="77777777" w:rsidR="00207678" w:rsidRPr="00550DFD" w:rsidRDefault="00207678" w:rsidP="00B47F34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50DFD">
              <w:rPr>
                <w:rFonts w:ascii="Arial" w:hAnsi="Arial" w:cs="Arial"/>
                <w:b/>
                <w:sz w:val="16"/>
                <w:szCs w:val="17"/>
              </w:rPr>
              <w:t>20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2A2F9F6B" w14:textId="77777777" w:rsidR="00207678" w:rsidRPr="00550DFD" w:rsidRDefault="00207678" w:rsidP="00B47F34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0003A7E3" w14:textId="77777777" w:rsidR="00207678" w:rsidRPr="00550DFD" w:rsidRDefault="00207678" w:rsidP="00B47F34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274C650A" w14:textId="77777777" w:rsidR="00207678" w:rsidRPr="00550DFD" w:rsidRDefault="00207678" w:rsidP="00B47F34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CD059B" w14:textId="77777777" w:rsidR="00207678" w:rsidRPr="00550DFD" w:rsidRDefault="00207678" w:rsidP="00B47F34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C5CCBDC" w14:textId="77777777" w:rsidR="00207678" w:rsidRPr="00550DFD" w:rsidRDefault="00207678" w:rsidP="00B47F34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207678" w:rsidRPr="00550DFD" w14:paraId="1D16740A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757BAE" w14:textId="77777777" w:rsidR="00207678" w:rsidRPr="00550DFD" w:rsidRDefault="00207678" w:rsidP="00B47F34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207678" w:rsidRPr="00550DFD" w14:paraId="059CCA78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16E7575" w14:textId="77777777" w:rsidR="00207678" w:rsidRPr="00550DFD" w:rsidRDefault="00207678" w:rsidP="00B47F34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7678" w:rsidRPr="00550DFD" w14:paraId="33208DC9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B102393" w14:textId="77777777" w:rsidR="00207678" w:rsidRPr="00550DFD" w:rsidRDefault="00207678" w:rsidP="00B908A7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50DFD">
              <w:rPr>
                <w:rFonts w:ascii="Arial" w:hAnsi="Arial" w:cs="Arial"/>
                <w:b/>
                <w:sz w:val="16"/>
                <w:szCs w:val="17"/>
              </w:rPr>
              <w:t>2</w:t>
            </w:r>
            <w:r w:rsidR="00B908A7" w:rsidRPr="00550DFD">
              <w:rPr>
                <w:rFonts w:ascii="Arial" w:hAnsi="Arial" w:cs="Arial"/>
                <w:b/>
                <w:sz w:val="16"/>
                <w:szCs w:val="17"/>
              </w:rPr>
              <w:t>1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6531BCC3" w14:textId="77777777" w:rsidR="00207678" w:rsidRPr="00550DFD" w:rsidRDefault="00207678" w:rsidP="00B47F34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0237741" w14:textId="77777777" w:rsidR="00207678" w:rsidRPr="00550DFD" w:rsidRDefault="00207678" w:rsidP="00B47F34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2BA2E077" w14:textId="77777777" w:rsidR="00207678" w:rsidRPr="00550DFD" w:rsidRDefault="00207678" w:rsidP="00B47F34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8A05A1" w14:textId="77777777" w:rsidR="00207678" w:rsidRPr="00550DFD" w:rsidRDefault="00207678" w:rsidP="00B47F34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406C782" w14:textId="77777777" w:rsidR="00207678" w:rsidRPr="00550DFD" w:rsidRDefault="00207678" w:rsidP="00B47F34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207678" w:rsidRPr="00550DFD" w14:paraId="3730D9E7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EC1D68" w14:textId="77777777" w:rsidR="00207678" w:rsidRPr="00550DFD" w:rsidRDefault="00207678" w:rsidP="00B47F34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207678" w:rsidRPr="00550DFD" w14:paraId="4FB0A48B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8243275" w14:textId="77777777" w:rsidR="00207678" w:rsidRPr="00550DFD" w:rsidRDefault="00207678" w:rsidP="00B47F34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7678" w:rsidRPr="00550DFD" w14:paraId="578206C9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6A553DE" w14:textId="77777777" w:rsidR="00207678" w:rsidRPr="00550DFD" w:rsidRDefault="00207678" w:rsidP="00B908A7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50DFD">
              <w:rPr>
                <w:rFonts w:ascii="Arial" w:hAnsi="Arial" w:cs="Arial"/>
                <w:b/>
                <w:sz w:val="16"/>
                <w:szCs w:val="17"/>
              </w:rPr>
              <w:t>2</w:t>
            </w:r>
            <w:r w:rsidR="00B908A7" w:rsidRPr="00550DFD">
              <w:rPr>
                <w:rFonts w:ascii="Arial" w:hAnsi="Arial" w:cs="Arial"/>
                <w:b/>
                <w:sz w:val="16"/>
                <w:szCs w:val="17"/>
              </w:rPr>
              <w:t>2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4F8F50A7" w14:textId="77777777" w:rsidR="00207678" w:rsidRPr="00550DFD" w:rsidRDefault="00207678" w:rsidP="00B47F34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815EAD0" w14:textId="77777777" w:rsidR="00207678" w:rsidRPr="00550DFD" w:rsidRDefault="00207678" w:rsidP="00B47F34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0BDE06BB" w14:textId="77777777" w:rsidR="00207678" w:rsidRPr="00550DFD" w:rsidRDefault="00207678" w:rsidP="00B47F34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B4ED41" w14:textId="77777777" w:rsidR="00207678" w:rsidRPr="00550DFD" w:rsidRDefault="00207678" w:rsidP="00B47F34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AFEAEBB" w14:textId="77777777" w:rsidR="00207678" w:rsidRPr="00550DFD" w:rsidRDefault="00207678" w:rsidP="00B47F34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207678" w:rsidRPr="00550DFD" w14:paraId="0AC21935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4B3878" w14:textId="77777777" w:rsidR="00207678" w:rsidRPr="00550DFD" w:rsidRDefault="00207678" w:rsidP="00B47F34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207678" w:rsidRPr="00550DFD" w14:paraId="66627D8C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34DAFEA" w14:textId="77777777" w:rsidR="00207678" w:rsidRPr="00550DFD" w:rsidRDefault="00207678" w:rsidP="00B47F34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7678" w:rsidRPr="00550DFD" w14:paraId="2CBC9AE2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B774005" w14:textId="77777777" w:rsidR="00207678" w:rsidRPr="00550DFD" w:rsidRDefault="00207678" w:rsidP="00B908A7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50DFD">
              <w:rPr>
                <w:rFonts w:ascii="Arial" w:hAnsi="Arial" w:cs="Arial"/>
                <w:b/>
                <w:sz w:val="16"/>
                <w:szCs w:val="17"/>
              </w:rPr>
              <w:t>2</w:t>
            </w:r>
            <w:r w:rsidR="00B908A7" w:rsidRPr="00550DFD">
              <w:rPr>
                <w:rFonts w:ascii="Arial" w:hAnsi="Arial" w:cs="Arial"/>
                <w:b/>
                <w:sz w:val="16"/>
                <w:szCs w:val="17"/>
              </w:rPr>
              <w:t>3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58DFE9B0" w14:textId="77777777" w:rsidR="00207678" w:rsidRPr="00550DFD" w:rsidRDefault="00207678" w:rsidP="00B47F34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114F81B" w14:textId="77777777" w:rsidR="00207678" w:rsidRPr="00550DFD" w:rsidRDefault="00207678" w:rsidP="00B47F34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3C7EDE41" w14:textId="77777777" w:rsidR="00207678" w:rsidRPr="00550DFD" w:rsidRDefault="00207678" w:rsidP="00B47F34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213129" w14:textId="77777777" w:rsidR="00207678" w:rsidRPr="00550DFD" w:rsidRDefault="00207678" w:rsidP="00B47F34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667F206" w14:textId="77777777" w:rsidR="00207678" w:rsidRPr="00550DFD" w:rsidRDefault="00207678" w:rsidP="00B47F34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207678" w:rsidRPr="00550DFD" w14:paraId="2EA72DE3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8EAD9C" w14:textId="77777777" w:rsidR="00207678" w:rsidRPr="00550DFD" w:rsidRDefault="00207678" w:rsidP="00B47F34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0E08CC" w:rsidRPr="00550DFD" w14:paraId="0EF92F3F" w14:textId="77777777" w:rsidTr="00AF037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E982CBD" w14:textId="77777777" w:rsidR="000E08CC" w:rsidRPr="00550DFD" w:rsidRDefault="000E08CC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08CC" w:rsidRPr="00550DFD" w14:paraId="1B62CAFD" w14:textId="77777777" w:rsidTr="00AF037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8963C89" w14:textId="77777777" w:rsidR="000E08CC" w:rsidRPr="00550DFD" w:rsidRDefault="0001527B" w:rsidP="00B908A7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50DFD">
              <w:rPr>
                <w:rFonts w:ascii="Arial" w:hAnsi="Arial" w:cs="Arial"/>
                <w:b/>
                <w:sz w:val="16"/>
                <w:szCs w:val="17"/>
              </w:rPr>
              <w:t>2</w:t>
            </w:r>
            <w:r w:rsidR="00B908A7" w:rsidRPr="00550DFD">
              <w:rPr>
                <w:rFonts w:ascii="Arial" w:hAnsi="Arial" w:cs="Arial"/>
                <w:b/>
                <w:sz w:val="16"/>
                <w:szCs w:val="17"/>
              </w:rPr>
              <w:t>4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069D138A" w14:textId="77777777" w:rsidR="000E08CC" w:rsidRPr="00550DFD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3033859" w14:textId="77777777" w:rsidR="000E08CC" w:rsidRPr="00550DFD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3D959668" w14:textId="77777777" w:rsidR="000E08CC" w:rsidRPr="00550DFD" w:rsidRDefault="000E08CC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B7F916" w14:textId="77777777" w:rsidR="000E08CC" w:rsidRPr="00550DFD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  <w:p w14:paraId="62DB8AA5" w14:textId="77777777" w:rsidR="000E08CC" w:rsidRPr="00550DFD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0E08CC" w:rsidRPr="00550DFD" w14:paraId="2698FDF7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1206BB" w14:textId="77777777" w:rsidR="000E08CC" w:rsidRPr="00550DFD" w:rsidRDefault="000E08CC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  <w:r w:rsidRPr="00550DFD">
              <w:rPr>
                <w:rFonts w:ascii="Arial" w:hAnsi="Arial" w:cs="Arial"/>
                <w:sz w:val="16"/>
                <w:szCs w:val="17"/>
              </w:rPr>
              <w:t xml:space="preserve">Documento di identificazione: </w:t>
            </w:r>
            <w:r w:rsidRPr="00550DFD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AF037C" w:rsidRPr="00550DFD" w14:paraId="2A351A06" w14:textId="77777777" w:rsidTr="00AF037C">
        <w:trPr>
          <w:trHeight w:val="397"/>
          <w:jc w:val="center"/>
        </w:trPr>
        <w:tc>
          <w:tcPr>
            <w:tcW w:w="107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C7B1DDA" w14:textId="6605AAF6" w:rsidR="00AF037C" w:rsidRPr="00550DFD" w:rsidRDefault="00AF037C" w:rsidP="00AF037C">
            <w:pPr>
              <w:spacing w:before="120" w:line="360" w:lineRule="auto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550DFD">
              <w:rPr>
                <w:rFonts w:ascii="Arial" w:hAnsi="Arial" w:cs="Arial"/>
                <w:sz w:val="16"/>
                <w:szCs w:val="16"/>
              </w:rPr>
              <w:t>La firma qui apposta vale come consenso a norma degli articoli 6, 7 e 9 del Regolamento (UE) 2016/679 del 27 aprile 2016 ai soli fini sopraindicati.</w:t>
            </w:r>
          </w:p>
        </w:tc>
      </w:tr>
    </w:tbl>
    <w:p w14:paraId="3A87C652" w14:textId="77777777" w:rsidR="00AF037C" w:rsidRPr="00550DFD" w:rsidRDefault="00AF037C">
      <w:pPr>
        <w:rPr>
          <w:sz w:val="2"/>
          <w:szCs w:val="2"/>
        </w:rPr>
      </w:pPr>
    </w:p>
    <w:tbl>
      <w:tblPr>
        <w:tblW w:w="10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7"/>
        <w:gridCol w:w="5436"/>
      </w:tblGrid>
      <w:tr w:rsidR="00CD3300" w14:paraId="285C9EFD" w14:textId="77777777" w:rsidTr="00AF037C">
        <w:trPr>
          <w:trHeight w:val="3613"/>
          <w:jc w:val="center"/>
        </w:trPr>
        <w:tc>
          <w:tcPr>
            <w:tcW w:w="5437" w:type="dxa"/>
            <w:tcBorders>
              <w:left w:val="nil"/>
              <w:bottom w:val="single" w:sz="4" w:space="0" w:color="auto"/>
            </w:tcBorders>
          </w:tcPr>
          <w:p w14:paraId="63DC4467" w14:textId="77777777" w:rsidR="00CD3300" w:rsidRPr="00550DFD" w:rsidRDefault="00CD3300" w:rsidP="00E3456D">
            <w:pPr>
              <w:pStyle w:val="Titolo4"/>
              <w:keepNext w:val="0"/>
              <w:widowControl w:val="0"/>
              <w:spacing w:before="120"/>
              <w:ind w:right="57"/>
              <w:rPr>
                <w:b w:val="0"/>
                <w:w w:val="95"/>
              </w:rPr>
            </w:pPr>
            <w:r w:rsidRPr="00550DFD">
              <w:rPr>
                <w:w w:val="95"/>
              </w:rPr>
              <w:t>AUTENTICAZIONE DELLE FIRME DEI SOTTOSCRITTORI</w:t>
            </w:r>
          </w:p>
          <w:p w14:paraId="143915B0" w14:textId="77777777" w:rsidR="00CD3300" w:rsidRPr="00550DFD" w:rsidRDefault="00CD3300" w:rsidP="00FB6A43">
            <w:pPr>
              <w:widowControl w:val="0"/>
              <w:tabs>
                <w:tab w:val="right" w:leader="dot" w:pos="5103"/>
              </w:tabs>
              <w:autoSpaceDE w:val="0"/>
              <w:autoSpaceDN w:val="0"/>
              <w:adjustRightInd w:val="0"/>
              <w:spacing w:before="120"/>
              <w:ind w:right="57" w:firstLine="152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50DFD">
              <w:rPr>
                <w:rFonts w:ascii="Arial" w:hAnsi="Arial" w:cs="Arial"/>
                <w:sz w:val="15"/>
                <w:szCs w:val="15"/>
              </w:rPr>
              <w:t>Io sottoscritto</w:t>
            </w:r>
            <w:r w:rsidR="0001527B" w:rsidRPr="00550DFD">
              <w:rPr>
                <w:rFonts w:ascii="Arial" w:hAnsi="Arial" w:cs="Arial"/>
                <w:sz w:val="15"/>
                <w:szCs w:val="15"/>
              </w:rPr>
              <w:t>/a</w:t>
            </w:r>
            <w:r w:rsidRPr="00550DFD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550DFD">
              <w:rPr>
                <w:rFonts w:ascii="Arial" w:hAnsi="Arial" w:cs="Arial"/>
                <w:sz w:val="15"/>
                <w:szCs w:val="15"/>
              </w:rPr>
              <w:tab/>
            </w:r>
          </w:p>
          <w:p w14:paraId="6D01B47C" w14:textId="77777777" w:rsidR="00CD3300" w:rsidRPr="00550DFD" w:rsidRDefault="00CD3300" w:rsidP="00FB6A43">
            <w:pPr>
              <w:widowControl w:val="0"/>
              <w:tabs>
                <w:tab w:val="right" w:leader="dot" w:pos="5103"/>
              </w:tabs>
              <w:autoSpaceDE w:val="0"/>
              <w:autoSpaceDN w:val="0"/>
              <w:adjustRightInd w:val="0"/>
              <w:spacing w:before="120"/>
              <w:ind w:right="57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50DFD">
              <w:rPr>
                <w:rFonts w:ascii="Arial" w:hAnsi="Arial" w:cs="Arial"/>
                <w:sz w:val="15"/>
                <w:szCs w:val="15"/>
              </w:rPr>
              <w:t xml:space="preserve">nella mia qualità di </w:t>
            </w:r>
            <w:r w:rsidRPr="00550DFD">
              <w:rPr>
                <w:rFonts w:ascii="Arial" w:hAnsi="Arial" w:cs="Arial"/>
                <w:sz w:val="15"/>
                <w:szCs w:val="15"/>
              </w:rPr>
              <w:tab/>
            </w:r>
          </w:p>
          <w:p w14:paraId="7575F80C" w14:textId="77777777" w:rsidR="00CD3300" w:rsidRPr="00550DFD" w:rsidRDefault="00CD3300" w:rsidP="00FB6A43">
            <w:pPr>
              <w:widowControl w:val="0"/>
              <w:tabs>
                <w:tab w:val="right" w:leader="dot" w:pos="5103"/>
              </w:tabs>
              <w:autoSpaceDE w:val="0"/>
              <w:autoSpaceDN w:val="0"/>
              <w:adjustRightInd w:val="0"/>
              <w:spacing w:before="120"/>
              <w:ind w:right="57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550DFD">
              <w:rPr>
                <w:rFonts w:ascii="Arial" w:hAnsi="Arial" w:cs="Arial"/>
                <w:sz w:val="15"/>
                <w:szCs w:val="15"/>
              </w:rPr>
              <w:t>attesto che gli elettori sopra indicati (n.</w:t>
            </w:r>
            <w:r w:rsidRPr="00550DFD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Pr="00550DFD">
              <w:rPr>
                <w:rFonts w:ascii="Arial" w:hAnsi="Arial" w:cs="Arial"/>
                <w:bCs/>
                <w:sz w:val="15"/>
                <w:szCs w:val="15"/>
              </w:rPr>
              <w:tab/>
            </w:r>
          </w:p>
          <w:p w14:paraId="49B9E011" w14:textId="77777777" w:rsidR="00CD3300" w:rsidRPr="00550DFD" w:rsidRDefault="00CD3300" w:rsidP="00FB6A43">
            <w:pPr>
              <w:widowControl w:val="0"/>
              <w:tabs>
                <w:tab w:val="right" w:leader="dot" w:pos="5103"/>
              </w:tabs>
              <w:autoSpaceDE w:val="0"/>
              <w:autoSpaceDN w:val="0"/>
              <w:adjustRightInd w:val="0"/>
              <w:spacing w:before="120"/>
              <w:ind w:right="57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50DFD">
              <w:rPr>
                <w:rFonts w:ascii="Arial" w:hAnsi="Arial" w:cs="Arial"/>
                <w:sz w:val="15"/>
                <w:szCs w:val="15"/>
              </w:rPr>
              <w:tab/>
              <w:t>),</w:t>
            </w:r>
          </w:p>
          <w:p w14:paraId="7AD5C1D1" w14:textId="77777777" w:rsidR="00CD3300" w:rsidRPr="00550DFD" w:rsidRDefault="00CD3300" w:rsidP="00FB6A43">
            <w:pPr>
              <w:widowControl w:val="0"/>
              <w:autoSpaceDE w:val="0"/>
              <w:autoSpaceDN w:val="0"/>
              <w:adjustRightInd w:val="0"/>
              <w:spacing w:before="120"/>
              <w:ind w:right="57"/>
              <w:jc w:val="center"/>
              <w:rPr>
                <w:rFonts w:ascii="Arial" w:hAnsi="Arial" w:cs="Arial"/>
                <w:spacing w:val="2"/>
                <w:sz w:val="17"/>
                <w:szCs w:val="17"/>
                <w:vertAlign w:val="superscript"/>
              </w:rPr>
            </w:pPr>
            <w:r w:rsidRPr="00550DFD">
              <w:rPr>
                <w:rFonts w:ascii="Arial" w:hAnsi="Arial" w:cs="Arial"/>
                <w:sz w:val="17"/>
                <w:szCs w:val="17"/>
                <w:vertAlign w:val="superscript"/>
              </w:rPr>
              <w:t>(</w:t>
            </w:r>
            <w:r w:rsidRPr="00550DFD">
              <w:rPr>
                <w:rFonts w:ascii="Arial" w:hAnsi="Arial" w:cs="Arial"/>
                <w:spacing w:val="2"/>
                <w:sz w:val="17"/>
                <w:szCs w:val="17"/>
                <w:vertAlign w:val="superscript"/>
              </w:rPr>
              <w:t>indicare il numero in cifre e in lettere)</w:t>
            </w:r>
          </w:p>
          <w:p w14:paraId="7579605D" w14:textId="77777777" w:rsidR="00CD3300" w:rsidRPr="00550DFD" w:rsidRDefault="00CD3300" w:rsidP="00FB6A43">
            <w:pPr>
              <w:widowControl w:val="0"/>
              <w:autoSpaceDE w:val="0"/>
              <w:autoSpaceDN w:val="0"/>
              <w:adjustRightInd w:val="0"/>
              <w:spacing w:before="120"/>
              <w:ind w:right="57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50DFD">
              <w:rPr>
                <w:rFonts w:ascii="Arial" w:hAnsi="Arial" w:cs="Arial"/>
                <w:spacing w:val="2"/>
                <w:sz w:val="15"/>
                <w:szCs w:val="15"/>
              </w:rPr>
              <w:t>da me identificati a norma dell’art.</w:t>
            </w:r>
            <w:r w:rsidRPr="00550DFD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550DFD">
              <w:rPr>
                <w:rFonts w:ascii="Arial" w:hAnsi="Arial" w:cs="Arial"/>
                <w:spacing w:val="2"/>
                <w:sz w:val="15"/>
                <w:szCs w:val="15"/>
              </w:rPr>
              <w:t>21, comma 2, del d.P.R. n. 445/2000, con il documento segnato a</w:t>
            </w:r>
            <w:r w:rsidRPr="00550DFD">
              <w:rPr>
                <w:rFonts w:ascii="Arial" w:hAnsi="Arial" w:cs="Arial"/>
                <w:sz w:val="15"/>
                <w:szCs w:val="15"/>
              </w:rPr>
              <w:t xml:space="preserve"> margine di ciascuno, hanno sottoscritto in mia presenza.</w:t>
            </w:r>
          </w:p>
          <w:p w14:paraId="4C72D049" w14:textId="77777777" w:rsidR="00CD3300" w:rsidRPr="00550DFD" w:rsidRDefault="00CD3300" w:rsidP="00FB6A43">
            <w:pPr>
              <w:widowControl w:val="0"/>
              <w:autoSpaceDE w:val="0"/>
              <w:autoSpaceDN w:val="0"/>
              <w:adjustRightInd w:val="0"/>
              <w:spacing w:before="120"/>
              <w:ind w:right="57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550DFD">
              <w:rPr>
                <w:rFonts w:ascii="Arial" w:hAnsi="Arial" w:cs="Arial"/>
                <w:sz w:val="15"/>
                <w:szCs w:val="15"/>
              </w:rPr>
              <w:t xml:space="preserve">……………………………………………………………, </w:t>
            </w:r>
            <w:r w:rsidRPr="00550DFD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lì </w:t>
            </w:r>
            <w:r w:rsidRPr="00550DFD">
              <w:rPr>
                <w:rFonts w:ascii="Arial" w:hAnsi="Arial" w:cs="Arial"/>
                <w:sz w:val="15"/>
                <w:szCs w:val="15"/>
              </w:rPr>
              <w:t>……………….</w:t>
            </w:r>
          </w:p>
          <w:p w14:paraId="77672AF3" w14:textId="77777777" w:rsidR="00207678" w:rsidRPr="00550DFD" w:rsidRDefault="00207678" w:rsidP="00E3456D">
            <w:pPr>
              <w:widowControl w:val="0"/>
              <w:autoSpaceDE w:val="0"/>
              <w:autoSpaceDN w:val="0"/>
              <w:adjustRightInd w:val="0"/>
              <w:ind w:right="57"/>
              <w:jc w:val="both"/>
              <w:rPr>
                <w:rFonts w:ascii="Arial" w:hAnsi="Arial" w:cs="Arial"/>
                <w:sz w:val="13"/>
                <w:szCs w:val="13"/>
              </w:rPr>
            </w:pPr>
          </w:p>
          <w:p w14:paraId="4BE79E65" w14:textId="71A4AB37" w:rsidR="00CD3300" w:rsidRPr="00550DFD" w:rsidRDefault="00372751" w:rsidP="00E3456D">
            <w:pPr>
              <w:widowControl w:val="0"/>
              <w:autoSpaceDE w:val="0"/>
              <w:autoSpaceDN w:val="0"/>
              <w:adjustRightInd w:val="0"/>
              <w:ind w:right="57"/>
              <w:jc w:val="both"/>
              <w:rPr>
                <w:rFonts w:ascii="Arial" w:hAnsi="Arial" w:cs="Arial"/>
                <w:sz w:val="13"/>
                <w:szCs w:val="13"/>
              </w:rPr>
            </w:pPr>
            <w:r w:rsidRPr="00550DFD">
              <w:rPr>
                <w:rFonts w:ascii="Arial" w:hAnsi="Arial" w:cs="Arial"/>
                <w:noProof/>
                <w:sz w:val="20"/>
                <w:szCs w:val="13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D9D2879" wp14:editId="7D45965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50165</wp:posOffset>
                      </wp:positionV>
                      <wp:extent cx="474980" cy="474980"/>
                      <wp:effectExtent l="11430" t="6350" r="8890" b="13970"/>
                      <wp:wrapNone/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4749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EC8377" w14:textId="3121B880" w:rsidR="00CD3300" w:rsidRDefault="00CD3300" w:rsidP="00542991">
                                  <w:pPr>
                                    <w:spacing w:before="120"/>
                                    <w:ind w:left="-142" w:right="-59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</w:rPr>
                                    <w:t xml:space="preserve"> Timbro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9D2879" id="Oval 3" o:spid="_x0000_s1027" style="position:absolute;left:0;text-align:left;margin-left:42.05pt;margin-top:3.95pt;width:37.4pt;height:37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">
                      <v:textbox>
                        <w:txbxContent>
                          <w:p w14:paraId="74EC8377" w14:textId="3121B880" w:rsidR="00CD3300" w:rsidRDefault="00CD3300" w:rsidP="00542991">
                            <w:pPr>
                              <w:spacing w:before="120"/>
                              <w:ind w:left="-142" w:right="-59"/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 xml:space="preserve"> Timbro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FB454BF" w14:textId="77777777" w:rsidR="00CD3300" w:rsidRPr="00550DFD" w:rsidRDefault="00CD3300" w:rsidP="00E3456D">
            <w:pPr>
              <w:widowControl w:val="0"/>
              <w:autoSpaceDE w:val="0"/>
              <w:autoSpaceDN w:val="0"/>
              <w:adjustRightInd w:val="0"/>
              <w:ind w:left="1588" w:right="57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550DFD">
              <w:rPr>
                <w:rFonts w:ascii="Arial" w:hAnsi="Arial" w:cs="Arial"/>
                <w:bCs/>
                <w:sz w:val="15"/>
                <w:szCs w:val="15"/>
              </w:rPr>
              <w:t>………………………………………………….</w:t>
            </w:r>
          </w:p>
          <w:p w14:paraId="1423E4E1" w14:textId="77777777" w:rsidR="00CD3300" w:rsidRPr="00550DFD" w:rsidRDefault="00CD3300" w:rsidP="00207678">
            <w:pPr>
              <w:widowControl w:val="0"/>
              <w:autoSpaceDE w:val="0"/>
              <w:autoSpaceDN w:val="0"/>
              <w:adjustRightInd w:val="0"/>
              <w:spacing w:before="180"/>
              <w:ind w:left="1588" w:right="57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550DFD">
              <w:rPr>
                <w:rFonts w:ascii="Arial" w:hAnsi="Arial" w:cs="Arial"/>
                <w:bCs/>
                <w:sz w:val="15"/>
                <w:szCs w:val="15"/>
              </w:rPr>
              <w:t>………………………………………………….</w:t>
            </w:r>
          </w:p>
          <w:p w14:paraId="401035C6" w14:textId="77777777" w:rsidR="00CD3300" w:rsidRPr="00550DFD" w:rsidRDefault="00CD3300" w:rsidP="00E3456D">
            <w:pPr>
              <w:widowControl w:val="0"/>
              <w:autoSpaceDE w:val="0"/>
              <w:autoSpaceDN w:val="0"/>
              <w:adjustRightInd w:val="0"/>
              <w:ind w:left="1588" w:right="57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550DFD">
              <w:rPr>
                <w:rFonts w:ascii="Arial" w:hAnsi="Arial" w:cs="Arial"/>
                <w:sz w:val="13"/>
                <w:szCs w:val="13"/>
              </w:rPr>
              <w:t xml:space="preserve">Firma </w:t>
            </w:r>
            <w:r w:rsidRPr="00550DFD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(nome e cognome per esteso) </w:t>
            </w:r>
            <w:r w:rsidRPr="00550DFD">
              <w:rPr>
                <w:rFonts w:ascii="Arial" w:hAnsi="Arial" w:cs="Arial"/>
                <w:sz w:val="13"/>
                <w:szCs w:val="13"/>
              </w:rPr>
              <w:t>e qualifica</w:t>
            </w:r>
          </w:p>
          <w:p w14:paraId="48EBC2F2" w14:textId="77777777" w:rsidR="00CD3300" w:rsidRPr="00550DFD" w:rsidRDefault="00CD3300" w:rsidP="00E3456D">
            <w:pPr>
              <w:widowControl w:val="0"/>
              <w:autoSpaceDE w:val="0"/>
              <w:autoSpaceDN w:val="0"/>
              <w:adjustRightInd w:val="0"/>
              <w:spacing w:after="60"/>
              <w:ind w:left="1588" w:right="57"/>
              <w:jc w:val="center"/>
              <w:rPr>
                <w:rFonts w:ascii="Arial" w:hAnsi="Arial" w:cs="Arial"/>
                <w:spacing w:val="-4"/>
                <w:sz w:val="17"/>
                <w:szCs w:val="17"/>
              </w:rPr>
            </w:pPr>
            <w:r w:rsidRPr="00550DFD">
              <w:rPr>
                <w:rFonts w:ascii="Arial" w:hAnsi="Arial" w:cs="Arial"/>
                <w:sz w:val="13"/>
                <w:szCs w:val="13"/>
              </w:rPr>
              <w:t>del pubblico ufficiale che procede all'autenticazione</w:t>
            </w:r>
          </w:p>
        </w:tc>
        <w:tc>
          <w:tcPr>
            <w:tcW w:w="5436" w:type="dxa"/>
            <w:tcBorders>
              <w:bottom w:val="single" w:sz="4" w:space="0" w:color="auto"/>
              <w:right w:val="nil"/>
            </w:tcBorders>
          </w:tcPr>
          <w:p w14:paraId="17A2ABD6" w14:textId="77777777" w:rsidR="00CD3300" w:rsidRPr="00550DFD" w:rsidRDefault="00CD3300" w:rsidP="00E3456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iCs/>
                <w:sz w:val="4"/>
                <w:szCs w:val="4"/>
              </w:rPr>
            </w:pPr>
          </w:p>
          <w:p w14:paraId="56A6F620" w14:textId="77777777" w:rsidR="00CD3300" w:rsidRPr="00550DFD" w:rsidRDefault="00CD3300" w:rsidP="00E3456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550DFD">
              <w:rPr>
                <w:rFonts w:ascii="Arial" w:hAnsi="Arial" w:cs="Arial"/>
                <w:i/>
                <w:iCs/>
                <w:sz w:val="28"/>
                <w:szCs w:val="30"/>
              </w:rPr>
              <w:t xml:space="preserve">Comune di </w:t>
            </w:r>
            <w:r w:rsidR="00EC300F" w:rsidRPr="00550DFD">
              <w:rPr>
                <w:rFonts w:ascii="Arial" w:hAnsi="Arial" w:cs="Arial"/>
                <w:i/>
                <w:iCs/>
                <w:sz w:val="28"/>
                <w:szCs w:val="28"/>
              </w:rPr>
              <w:fldChar w:fldCharType="begin">
                <w:ffData>
                  <w:name w:val="__Comune__2"/>
                  <w:enabled/>
                  <w:calcOnExit w:val="0"/>
                  <w:textInput>
                    <w:default w:val="………………………………………………..."/>
                  </w:textInput>
                </w:ffData>
              </w:fldChar>
            </w:r>
            <w:bookmarkStart w:id="2" w:name="__Comune__2"/>
            <w:r w:rsidR="00EC300F" w:rsidRPr="00550DFD">
              <w:rPr>
                <w:rFonts w:ascii="Arial" w:hAnsi="Arial" w:cs="Arial"/>
                <w:i/>
                <w:iCs/>
                <w:sz w:val="28"/>
                <w:szCs w:val="28"/>
              </w:rPr>
              <w:instrText xml:space="preserve"> FORMTEXT </w:instrText>
            </w:r>
            <w:r w:rsidR="00EC300F" w:rsidRPr="00550DFD">
              <w:rPr>
                <w:rFonts w:ascii="Arial" w:hAnsi="Arial" w:cs="Arial"/>
                <w:i/>
                <w:iCs/>
                <w:sz w:val="28"/>
                <w:szCs w:val="28"/>
              </w:rPr>
            </w:r>
            <w:r w:rsidR="00EC300F" w:rsidRPr="00550DFD">
              <w:rPr>
                <w:rFonts w:ascii="Arial" w:hAnsi="Arial" w:cs="Arial"/>
                <w:i/>
                <w:iCs/>
                <w:sz w:val="28"/>
                <w:szCs w:val="28"/>
              </w:rPr>
              <w:fldChar w:fldCharType="separate"/>
            </w:r>
            <w:r w:rsidR="00EC300F" w:rsidRPr="00550DFD">
              <w:rPr>
                <w:rFonts w:ascii="Arial" w:hAnsi="Arial" w:cs="Arial"/>
                <w:i/>
                <w:iCs/>
                <w:noProof/>
                <w:sz w:val="28"/>
                <w:szCs w:val="28"/>
              </w:rPr>
              <w:t>BELLUSCO</w:t>
            </w:r>
            <w:r w:rsidR="00EC300F" w:rsidRPr="00550DFD">
              <w:rPr>
                <w:rFonts w:ascii="Arial" w:hAnsi="Arial" w:cs="Arial"/>
                <w:i/>
                <w:iCs/>
                <w:sz w:val="28"/>
                <w:szCs w:val="28"/>
              </w:rPr>
              <w:fldChar w:fldCharType="end"/>
            </w:r>
            <w:bookmarkEnd w:id="2"/>
          </w:p>
          <w:p w14:paraId="5E3D0B1B" w14:textId="77777777" w:rsidR="00CD3300" w:rsidRPr="00550DFD" w:rsidRDefault="00CD3300" w:rsidP="00EC300F">
            <w:pPr>
              <w:pStyle w:val="Titolo5"/>
              <w:keepNext w:val="0"/>
              <w:widowControl w:val="0"/>
              <w:spacing w:before="60"/>
              <w:ind w:left="0"/>
              <w:jc w:val="center"/>
              <w:rPr>
                <w:b w:val="0"/>
                <w:spacing w:val="30"/>
                <w:u w:val="none"/>
              </w:rPr>
            </w:pPr>
            <w:r w:rsidRPr="00550DFD">
              <w:rPr>
                <w:spacing w:val="30"/>
              </w:rPr>
              <w:t>UFFICIO ELETTORALE</w:t>
            </w:r>
          </w:p>
          <w:p w14:paraId="66DFF0B6" w14:textId="77777777" w:rsidR="00CD3300" w:rsidRPr="00550DFD" w:rsidRDefault="00CD3300" w:rsidP="00FB6A43">
            <w:pPr>
              <w:pStyle w:val="Rientrocorpodeltesto2"/>
              <w:widowControl w:val="0"/>
              <w:ind w:left="0"/>
              <w:rPr>
                <w:b w:val="0"/>
              </w:rPr>
            </w:pPr>
            <w:r w:rsidRPr="00550DFD">
              <w:t>CERTIFICATO COLLETTIVO DI ISCRIZIONE</w:t>
            </w:r>
          </w:p>
          <w:p w14:paraId="38225128" w14:textId="77777777" w:rsidR="00CD3300" w:rsidRPr="00550DFD" w:rsidRDefault="00CD3300" w:rsidP="00FB6A43">
            <w:pPr>
              <w:pStyle w:val="Rientrocorpodeltesto2"/>
              <w:widowControl w:val="0"/>
              <w:ind w:left="0"/>
              <w:rPr>
                <w:b w:val="0"/>
              </w:rPr>
            </w:pPr>
            <w:r w:rsidRPr="00550DFD">
              <w:t>NELLE LISTE ELETTORALI</w:t>
            </w:r>
          </w:p>
          <w:p w14:paraId="1790399C" w14:textId="77777777" w:rsidR="00CD3300" w:rsidRPr="00550DFD" w:rsidRDefault="00CD3300" w:rsidP="00EC300F">
            <w:pPr>
              <w:pStyle w:val="Rientrocorpodeltesto2"/>
              <w:widowControl w:val="0"/>
              <w:spacing w:before="80"/>
              <w:ind w:left="0"/>
              <w:rPr>
                <w:b w:val="0"/>
                <w:sz w:val="21"/>
              </w:rPr>
            </w:pPr>
            <w:r w:rsidRPr="00550DFD">
              <w:rPr>
                <w:spacing w:val="20"/>
                <w:sz w:val="21"/>
              </w:rPr>
              <w:t>IL SINDAC</w:t>
            </w:r>
            <w:r w:rsidRPr="00550DFD">
              <w:rPr>
                <w:sz w:val="21"/>
              </w:rPr>
              <w:t>O</w:t>
            </w:r>
          </w:p>
          <w:p w14:paraId="12FED37E" w14:textId="77777777" w:rsidR="00CD3300" w:rsidRPr="00550DFD" w:rsidRDefault="00CD3300" w:rsidP="00EC300F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50DFD">
              <w:rPr>
                <w:rFonts w:ascii="Arial" w:hAnsi="Arial" w:cs="Arial"/>
                <w:sz w:val="15"/>
                <w:szCs w:val="15"/>
              </w:rPr>
              <w:t>Viste le liste elettorali generali;</w:t>
            </w:r>
          </w:p>
          <w:p w14:paraId="550436A1" w14:textId="77777777" w:rsidR="00CD3300" w:rsidRPr="00550DFD" w:rsidRDefault="00CD3300" w:rsidP="00EC300F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Cs/>
                <w:spacing w:val="30"/>
                <w:sz w:val="20"/>
                <w:szCs w:val="20"/>
              </w:rPr>
            </w:pPr>
            <w:r w:rsidRPr="00550DFD">
              <w:rPr>
                <w:rFonts w:ascii="Arial" w:hAnsi="Arial" w:cs="Arial"/>
                <w:b/>
                <w:bCs/>
                <w:spacing w:val="30"/>
                <w:sz w:val="20"/>
                <w:szCs w:val="20"/>
              </w:rPr>
              <w:t>CERTIFICA</w:t>
            </w:r>
          </w:p>
          <w:p w14:paraId="1DB09EA0" w14:textId="77777777" w:rsidR="00CD3300" w:rsidRPr="00550DFD" w:rsidRDefault="00CD3300" w:rsidP="00EC300F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50DFD">
              <w:rPr>
                <w:rFonts w:ascii="Arial" w:hAnsi="Arial" w:cs="Arial"/>
                <w:sz w:val="15"/>
                <w:szCs w:val="15"/>
              </w:rPr>
              <w:t>che i n. ………. cittadini italiani sopra elencati sono iscritti nelle liste elettorali di questo comune al numero a fianco di ciascuno indicato.</w:t>
            </w:r>
          </w:p>
          <w:p w14:paraId="1BC21554" w14:textId="77777777" w:rsidR="00CD3300" w:rsidRPr="00550DFD" w:rsidRDefault="00CD3300" w:rsidP="00FB6A43">
            <w:pPr>
              <w:widowControl w:val="0"/>
              <w:autoSpaceDE w:val="0"/>
              <w:autoSpaceDN w:val="0"/>
              <w:adjustRightInd w:val="0"/>
              <w:spacing w:before="120"/>
              <w:ind w:right="57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550DFD">
              <w:rPr>
                <w:rFonts w:ascii="Arial" w:hAnsi="Arial" w:cs="Arial"/>
                <w:sz w:val="15"/>
                <w:szCs w:val="15"/>
              </w:rPr>
              <w:t xml:space="preserve">……………………………………………………………, </w:t>
            </w:r>
            <w:r w:rsidRPr="00550DFD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lì </w:t>
            </w:r>
            <w:r w:rsidRPr="00550DFD">
              <w:rPr>
                <w:rFonts w:ascii="Arial" w:hAnsi="Arial" w:cs="Arial"/>
                <w:sz w:val="15"/>
                <w:szCs w:val="15"/>
              </w:rPr>
              <w:t>……………….</w:t>
            </w:r>
          </w:p>
          <w:p w14:paraId="7FB8E9A4" w14:textId="545309E8" w:rsidR="00CD3300" w:rsidRPr="00550DFD" w:rsidRDefault="00372751" w:rsidP="00E3456D">
            <w:pPr>
              <w:pStyle w:val="Titolo6"/>
              <w:keepNext w:val="0"/>
              <w:widowControl w:val="0"/>
              <w:rPr>
                <w:b w:val="0"/>
              </w:rPr>
            </w:pPr>
            <w:r w:rsidRPr="00550DFD">
              <w:rPr>
                <w:b w:val="0"/>
                <w:i/>
                <w:iCs/>
                <w:noProof/>
                <w:sz w:val="2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12684FF" wp14:editId="5BA6453E">
                      <wp:simplePos x="0" y="0"/>
                      <wp:positionH relativeFrom="column">
                        <wp:posOffset>1066165</wp:posOffset>
                      </wp:positionH>
                      <wp:positionV relativeFrom="paragraph">
                        <wp:posOffset>1905</wp:posOffset>
                      </wp:positionV>
                      <wp:extent cx="474980" cy="474980"/>
                      <wp:effectExtent l="0" t="0" r="20320" b="2032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4749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83F9A4" w14:textId="77777777" w:rsidR="00CD3300" w:rsidRDefault="00CD3300" w:rsidP="006F0EBF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</w:rPr>
                                  </w:pPr>
                                </w:p>
                                <w:p w14:paraId="750CE6FC" w14:textId="77777777" w:rsidR="00CD3300" w:rsidRDefault="00CD3300" w:rsidP="00CD3300">
                                  <w:pPr>
                                    <w:ind w:left="-142" w:right="-114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</w:rPr>
                                    <w:t>Timbro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2684FF" id="Oval 2" o:spid="_x0000_s1028" style="position:absolute;margin-left:83.95pt;margin-top:.15pt;width:37.4pt;height:3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">
                      <v:textbox>
                        <w:txbxContent>
                          <w:p w14:paraId="2F83F9A4" w14:textId="77777777" w:rsidR="00CD3300" w:rsidRDefault="00CD3300" w:rsidP="006F0EBF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  <w:p w14:paraId="750CE6FC" w14:textId="77777777" w:rsidR="00CD3300" w:rsidRDefault="00CD3300" w:rsidP="00CD3300">
                            <w:pPr>
                              <w:ind w:left="-142" w:right="-114"/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Timbro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73E82645" w14:textId="52398C35" w:rsidR="00CD3300" w:rsidRPr="00550DFD" w:rsidRDefault="00684CC7" w:rsidP="00AF037C">
            <w:pPr>
              <w:pStyle w:val="Titolo6"/>
              <w:keepNext w:val="0"/>
              <w:widowControl w:val="0"/>
              <w:spacing w:line="480" w:lineRule="auto"/>
              <w:ind w:left="2268"/>
              <w:jc w:val="center"/>
              <w:rPr>
                <w:b w:val="0"/>
                <w:sz w:val="16"/>
                <w:szCs w:val="16"/>
              </w:rPr>
            </w:pPr>
            <w:r w:rsidRPr="00550DFD">
              <w:rPr>
                <w:sz w:val="16"/>
                <w:szCs w:val="16"/>
              </w:rPr>
              <w:t>IL SINDACO</w:t>
            </w:r>
          </w:p>
          <w:p w14:paraId="2C112246" w14:textId="77777777" w:rsidR="00CD3300" w:rsidRPr="000D040D" w:rsidRDefault="00EC300F" w:rsidP="00E3456D">
            <w:pPr>
              <w:widowControl w:val="0"/>
              <w:autoSpaceDE w:val="0"/>
              <w:autoSpaceDN w:val="0"/>
              <w:adjustRightInd w:val="0"/>
              <w:ind w:left="2268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550DFD">
              <w:rPr>
                <w:rFonts w:ascii="Arial" w:hAnsi="Arial" w:cs="Arial"/>
                <w:sz w:val="20"/>
                <w:szCs w:val="15"/>
              </w:rPr>
              <w:fldChar w:fldCharType="begin">
                <w:ffData>
                  <w:name w:val="__Sindaco__"/>
                  <w:enabled/>
                  <w:calcOnExit w:val="0"/>
                  <w:textInput>
                    <w:default w:val="……………………………………"/>
                  </w:textInput>
                </w:ffData>
              </w:fldChar>
            </w:r>
            <w:bookmarkStart w:id="3" w:name="__Sindaco__"/>
            <w:r w:rsidRPr="00550DFD">
              <w:rPr>
                <w:rFonts w:ascii="Arial" w:hAnsi="Arial" w:cs="Arial"/>
                <w:sz w:val="20"/>
                <w:szCs w:val="15"/>
              </w:rPr>
              <w:instrText xml:space="preserve"> FORMTEXT </w:instrText>
            </w:r>
            <w:r w:rsidRPr="00550DFD">
              <w:rPr>
                <w:rFonts w:ascii="Arial" w:hAnsi="Arial" w:cs="Arial"/>
                <w:sz w:val="20"/>
                <w:szCs w:val="15"/>
              </w:rPr>
            </w:r>
            <w:r w:rsidRPr="00550DFD">
              <w:rPr>
                <w:rFonts w:ascii="Arial" w:hAnsi="Arial" w:cs="Arial"/>
                <w:sz w:val="20"/>
                <w:szCs w:val="15"/>
              </w:rPr>
              <w:fldChar w:fldCharType="separate"/>
            </w:r>
            <w:r w:rsidRPr="00550DFD">
              <w:rPr>
                <w:rFonts w:ascii="Arial" w:hAnsi="Arial" w:cs="Arial"/>
                <w:noProof/>
                <w:sz w:val="20"/>
                <w:szCs w:val="15"/>
              </w:rPr>
              <w:t>Colombo Mauro</w:t>
            </w:r>
            <w:r w:rsidRPr="00550DFD">
              <w:rPr>
                <w:rFonts w:ascii="Arial" w:hAnsi="Arial" w:cs="Arial"/>
                <w:sz w:val="20"/>
                <w:szCs w:val="15"/>
              </w:rPr>
              <w:fldChar w:fldCharType="end"/>
            </w:r>
            <w:bookmarkEnd w:id="3"/>
          </w:p>
        </w:tc>
      </w:tr>
    </w:tbl>
    <w:p w14:paraId="044C154C" w14:textId="77777777" w:rsidR="006F0EBF" w:rsidRPr="008F7579" w:rsidRDefault="006F0EBF" w:rsidP="00EC300F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"/>
          <w:szCs w:val="4"/>
        </w:rPr>
      </w:pPr>
    </w:p>
    <w:sectPr w:rsidR="006F0EBF" w:rsidRPr="008F7579" w:rsidSect="004327F2">
      <w:footerReference w:type="default" r:id="rId7"/>
      <w:type w:val="continuous"/>
      <w:pgSz w:w="11906" w:h="16838" w:code="9"/>
      <w:pgMar w:top="992" w:right="566" w:bottom="992" w:left="567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DDB9A" w14:textId="77777777" w:rsidR="004327F2" w:rsidRDefault="004327F2">
      <w:r>
        <w:separator/>
      </w:r>
    </w:p>
  </w:endnote>
  <w:endnote w:type="continuationSeparator" w:id="0">
    <w:p w14:paraId="34552F72" w14:textId="77777777" w:rsidR="004327F2" w:rsidRDefault="0043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erthold BQ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01" w:type="dxa"/>
      <w:tblInd w:w="2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11"/>
      <w:gridCol w:w="1417"/>
      <w:gridCol w:w="7573"/>
    </w:tblGrid>
    <w:tr w:rsidR="006A4099" w:rsidRPr="006A4099" w14:paraId="52710203" w14:textId="77777777" w:rsidTr="00DD6D60">
      <w:trPr>
        <w:trHeight w:val="142"/>
      </w:trPr>
      <w:tc>
        <w:tcPr>
          <w:tcW w:w="711" w:type="dxa"/>
          <w:vMerge w:val="restart"/>
          <w:tcBorders>
            <w:top w:val="nil"/>
            <w:bottom w:val="nil"/>
            <w:right w:val="nil"/>
          </w:tcBorders>
          <w:vAlign w:val="center"/>
        </w:tcPr>
        <w:p w14:paraId="19617B4A" w14:textId="64DAA397" w:rsidR="006A4099" w:rsidRPr="006A4099" w:rsidRDefault="009A1344" w:rsidP="006A4099">
          <w:pPr>
            <w:ind w:right="7370"/>
            <w:jc w:val="right"/>
            <w:rPr>
              <w:rFonts w:ascii="Arial" w:hAnsi="Arial" w:cs="Arial"/>
              <w:sz w:val="14"/>
              <w:szCs w:val="14"/>
              <w:lang w:eastAsia="en-US"/>
            </w:rPr>
          </w:pPr>
          <w:r w:rsidRPr="00A315C4">
            <w:rPr>
              <w:noProof/>
            </w:rPr>
            <w:drawing>
              <wp:inline distT="0" distB="0" distL="0" distR="0" wp14:anchorId="32C2CCF8" wp14:editId="763E1C42">
                <wp:extent cx="447675" cy="161925"/>
                <wp:effectExtent l="0" t="0" r="0" b="0"/>
                <wp:docPr id="320629327" name="Immagine 3206293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  <w:left w:val="nil"/>
            <w:right w:val="nil"/>
          </w:tcBorders>
          <w:vAlign w:val="center"/>
        </w:tcPr>
        <w:p w14:paraId="4BC39635" w14:textId="715D0207" w:rsidR="006A4099" w:rsidRPr="006A4099" w:rsidRDefault="006A4099" w:rsidP="006A4099">
          <w:pPr>
            <w:jc w:val="center"/>
            <w:rPr>
              <w:rFonts w:ascii="Arial" w:hAnsi="Arial" w:cs="Arial"/>
              <w:sz w:val="12"/>
              <w:szCs w:val="12"/>
              <w:lang w:eastAsia="en-US"/>
            </w:rPr>
          </w:pPr>
          <w:r w:rsidRPr="006A4099">
            <w:rPr>
              <w:rFonts w:ascii="Arial" w:hAnsi="Arial" w:cs="Arial"/>
              <w:sz w:val="12"/>
              <w:szCs w:val="12"/>
              <w:lang w:eastAsia="en-US"/>
            </w:rPr>
            <w:t>E</w:t>
          </w:r>
          <w:r>
            <w:rPr>
              <w:rFonts w:ascii="Arial" w:hAnsi="Arial" w:cs="Arial"/>
              <w:sz w:val="12"/>
              <w:szCs w:val="12"/>
              <w:lang w:eastAsia="en-US"/>
            </w:rPr>
            <w:t>18106</w:t>
          </w:r>
        </w:p>
      </w:tc>
      <w:tc>
        <w:tcPr>
          <w:tcW w:w="7573" w:type="dxa"/>
          <w:tcBorders>
            <w:top w:val="nil"/>
            <w:left w:val="nil"/>
            <w:bottom w:val="nil"/>
          </w:tcBorders>
          <w:vAlign w:val="center"/>
        </w:tcPr>
        <w:p w14:paraId="29663E4E" w14:textId="77777777" w:rsidR="006A4099" w:rsidRPr="006A4099" w:rsidRDefault="006A4099" w:rsidP="006A4099">
          <w:pPr>
            <w:ind w:right="62"/>
            <w:rPr>
              <w:rFonts w:ascii="Arial" w:hAnsi="Arial" w:cs="Arial"/>
              <w:sz w:val="10"/>
              <w:szCs w:val="10"/>
              <w:lang w:eastAsia="en-US"/>
            </w:rPr>
          </w:pPr>
        </w:p>
      </w:tc>
    </w:tr>
    <w:tr w:rsidR="006A4099" w:rsidRPr="006A4099" w14:paraId="5B859DB2" w14:textId="77777777" w:rsidTr="00DD6D60">
      <w:trPr>
        <w:trHeight w:val="142"/>
      </w:trPr>
      <w:tc>
        <w:tcPr>
          <w:tcW w:w="711" w:type="dxa"/>
          <w:vMerge/>
          <w:tcBorders>
            <w:bottom w:val="nil"/>
            <w:right w:val="nil"/>
          </w:tcBorders>
        </w:tcPr>
        <w:p w14:paraId="54671876" w14:textId="77777777" w:rsidR="006A4099" w:rsidRPr="006A4099" w:rsidRDefault="006A4099" w:rsidP="006A4099">
          <w:pPr>
            <w:ind w:right="7370"/>
            <w:rPr>
              <w:rFonts w:ascii="Arial" w:hAnsi="Arial" w:cs="Arial"/>
              <w:sz w:val="14"/>
              <w:szCs w:val="14"/>
              <w:lang w:eastAsia="en-US"/>
            </w:rPr>
          </w:pPr>
        </w:p>
      </w:tc>
      <w:tc>
        <w:tcPr>
          <w:tcW w:w="1417" w:type="dxa"/>
          <w:tcBorders>
            <w:left w:val="nil"/>
            <w:right w:val="nil"/>
          </w:tcBorders>
          <w:vAlign w:val="center"/>
        </w:tcPr>
        <w:p w14:paraId="12224BE0" w14:textId="77777777" w:rsidR="006A4099" w:rsidRPr="006A4099" w:rsidRDefault="006A4099" w:rsidP="006A4099">
          <w:pPr>
            <w:jc w:val="center"/>
            <w:rPr>
              <w:rFonts w:ascii="Arial" w:hAnsi="Arial" w:cs="Arial"/>
              <w:sz w:val="12"/>
              <w:szCs w:val="12"/>
              <w:lang w:eastAsia="en-US"/>
            </w:rPr>
          </w:pPr>
          <w:r w:rsidRPr="006A4099">
            <w:rPr>
              <w:rFonts w:ascii="Arial" w:hAnsi="Arial" w:cs="Arial"/>
              <w:sz w:val="12"/>
              <w:szCs w:val="12"/>
              <w:lang w:eastAsia="en-US"/>
            </w:rPr>
            <w:t>Grafiche E. Gaspari</w:t>
          </w:r>
        </w:p>
      </w:tc>
      <w:tc>
        <w:tcPr>
          <w:tcW w:w="7573" w:type="dxa"/>
          <w:tcBorders>
            <w:top w:val="nil"/>
            <w:left w:val="nil"/>
            <w:bottom w:val="nil"/>
          </w:tcBorders>
          <w:vAlign w:val="center"/>
        </w:tcPr>
        <w:p w14:paraId="48C57E28" w14:textId="77777777" w:rsidR="006A4099" w:rsidRPr="006A4099" w:rsidRDefault="006A4099" w:rsidP="006A4099">
          <w:pPr>
            <w:ind w:right="62"/>
            <w:rPr>
              <w:rFonts w:ascii="Arial" w:hAnsi="Arial" w:cs="Arial"/>
              <w:sz w:val="10"/>
              <w:szCs w:val="10"/>
              <w:lang w:eastAsia="en-US"/>
            </w:rPr>
          </w:pPr>
        </w:p>
      </w:tc>
    </w:tr>
  </w:tbl>
  <w:p w14:paraId="2FFF9559" w14:textId="77777777" w:rsidR="006A4099" w:rsidRPr="006A4099" w:rsidRDefault="006A4099" w:rsidP="006A4099">
    <w:pPr>
      <w:tabs>
        <w:tab w:val="center" w:pos="4819"/>
        <w:tab w:val="right" w:pos="9638"/>
      </w:tabs>
      <w:rPr>
        <w:rFonts w:ascii="Arial" w:hAnsi="Arial" w:cs="Arial"/>
        <w:sz w:val="10"/>
        <w:szCs w:val="10"/>
        <w:lang w:val="en-US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2518F" w14:textId="77777777" w:rsidR="004327F2" w:rsidRDefault="004327F2">
      <w:r>
        <w:separator/>
      </w:r>
    </w:p>
  </w:footnote>
  <w:footnote w:type="continuationSeparator" w:id="0">
    <w:p w14:paraId="61713488" w14:textId="77777777" w:rsidR="004327F2" w:rsidRDefault="004327F2">
      <w:r>
        <w:continuationSeparator/>
      </w:r>
    </w:p>
  </w:footnote>
  <w:footnote w:id="1">
    <w:p w14:paraId="5A0622DE" w14:textId="77777777" w:rsidR="008A314B" w:rsidRDefault="008A314B" w:rsidP="008A314B">
      <w:pPr>
        <w:pStyle w:val="Testonotaapidipagina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</w:t>
      </w:r>
      <w:r w:rsidRPr="008232DC">
        <w:rPr>
          <w:rStyle w:val="Rimandonotaapidipagina"/>
          <w:rFonts w:ascii="Arial" w:hAnsi="Arial" w:cs="Arial"/>
          <w:sz w:val="16"/>
          <w:vertAlign w:val="baseline"/>
        </w:rPr>
        <w:footnoteRef/>
      </w:r>
      <w:r>
        <w:rPr>
          <w:rFonts w:ascii="Arial" w:hAnsi="Arial" w:cs="Arial"/>
          <w:sz w:val="16"/>
        </w:rPr>
        <w:t>) Si richiama l’attenzione sulla legge 23 novembre 2012, n. 215, concernente le rappresentanze di genere nella formazione delle liste dei candidati degli organi elettivi degli enti locali.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283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C24"/>
    <w:rsid w:val="00014392"/>
    <w:rsid w:val="0001527B"/>
    <w:rsid w:val="000558C4"/>
    <w:rsid w:val="00082B04"/>
    <w:rsid w:val="00082D4D"/>
    <w:rsid w:val="00085282"/>
    <w:rsid w:val="00094881"/>
    <w:rsid w:val="00096188"/>
    <w:rsid w:val="000B019C"/>
    <w:rsid w:val="000C3C43"/>
    <w:rsid w:val="000D2173"/>
    <w:rsid w:val="000E08CC"/>
    <w:rsid w:val="000E6D45"/>
    <w:rsid w:val="000E6E2B"/>
    <w:rsid w:val="001035B6"/>
    <w:rsid w:val="00104B29"/>
    <w:rsid w:val="001208D4"/>
    <w:rsid w:val="00123CD7"/>
    <w:rsid w:val="00131F53"/>
    <w:rsid w:val="00147998"/>
    <w:rsid w:val="001676E7"/>
    <w:rsid w:val="001B604F"/>
    <w:rsid w:val="001C7D2F"/>
    <w:rsid w:val="001E7E0F"/>
    <w:rsid w:val="001F74A9"/>
    <w:rsid w:val="00207678"/>
    <w:rsid w:val="002177AD"/>
    <w:rsid w:val="002310AD"/>
    <w:rsid w:val="00231598"/>
    <w:rsid w:val="002A259A"/>
    <w:rsid w:val="002A48F6"/>
    <w:rsid w:val="002B4E19"/>
    <w:rsid w:val="002B72A0"/>
    <w:rsid w:val="002D1777"/>
    <w:rsid w:val="00330286"/>
    <w:rsid w:val="00336323"/>
    <w:rsid w:val="00362A41"/>
    <w:rsid w:val="00372751"/>
    <w:rsid w:val="00385A35"/>
    <w:rsid w:val="00387A71"/>
    <w:rsid w:val="00395C98"/>
    <w:rsid w:val="003A4D24"/>
    <w:rsid w:val="003B55D6"/>
    <w:rsid w:val="003C4DDB"/>
    <w:rsid w:val="003C5E63"/>
    <w:rsid w:val="00400714"/>
    <w:rsid w:val="004327F2"/>
    <w:rsid w:val="0045263F"/>
    <w:rsid w:val="0045585B"/>
    <w:rsid w:val="00496218"/>
    <w:rsid w:val="004C5B6F"/>
    <w:rsid w:val="004E38DB"/>
    <w:rsid w:val="004F1B9A"/>
    <w:rsid w:val="004F1FD8"/>
    <w:rsid w:val="0050710C"/>
    <w:rsid w:val="00522E5B"/>
    <w:rsid w:val="00530ECC"/>
    <w:rsid w:val="00542991"/>
    <w:rsid w:val="00550DFD"/>
    <w:rsid w:val="005533AE"/>
    <w:rsid w:val="005707D2"/>
    <w:rsid w:val="005863D7"/>
    <w:rsid w:val="00596624"/>
    <w:rsid w:val="005B50EF"/>
    <w:rsid w:val="005C0109"/>
    <w:rsid w:val="005C09EF"/>
    <w:rsid w:val="005D522D"/>
    <w:rsid w:val="005E00B0"/>
    <w:rsid w:val="005E0B4E"/>
    <w:rsid w:val="005E689C"/>
    <w:rsid w:val="00660044"/>
    <w:rsid w:val="00660704"/>
    <w:rsid w:val="006751F1"/>
    <w:rsid w:val="00677FD0"/>
    <w:rsid w:val="00684CC7"/>
    <w:rsid w:val="006871DC"/>
    <w:rsid w:val="006A16EE"/>
    <w:rsid w:val="006A4099"/>
    <w:rsid w:val="006C17BE"/>
    <w:rsid w:val="006F0EBF"/>
    <w:rsid w:val="006F7AD1"/>
    <w:rsid w:val="007311CA"/>
    <w:rsid w:val="00734D9B"/>
    <w:rsid w:val="00744C6D"/>
    <w:rsid w:val="00761A5C"/>
    <w:rsid w:val="0078378E"/>
    <w:rsid w:val="0078573A"/>
    <w:rsid w:val="007938A1"/>
    <w:rsid w:val="007942E1"/>
    <w:rsid w:val="007B68F7"/>
    <w:rsid w:val="007E222B"/>
    <w:rsid w:val="007E3138"/>
    <w:rsid w:val="008041ED"/>
    <w:rsid w:val="008232DC"/>
    <w:rsid w:val="00830313"/>
    <w:rsid w:val="00837A23"/>
    <w:rsid w:val="00854BEA"/>
    <w:rsid w:val="0085781D"/>
    <w:rsid w:val="0086331E"/>
    <w:rsid w:val="00876DDF"/>
    <w:rsid w:val="008913A2"/>
    <w:rsid w:val="008A314B"/>
    <w:rsid w:val="008A3DF1"/>
    <w:rsid w:val="008E0585"/>
    <w:rsid w:val="008E5EFB"/>
    <w:rsid w:val="008F25B2"/>
    <w:rsid w:val="008F7579"/>
    <w:rsid w:val="00901DC8"/>
    <w:rsid w:val="00905AD2"/>
    <w:rsid w:val="0092782E"/>
    <w:rsid w:val="00927FFE"/>
    <w:rsid w:val="0093075E"/>
    <w:rsid w:val="009569AC"/>
    <w:rsid w:val="00976B2A"/>
    <w:rsid w:val="009A1344"/>
    <w:rsid w:val="009A4F8A"/>
    <w:rsid w:val="009A6C33"/>
    <w:rsid w:val="00A521C2"/>
    <w:rsid w:val="00A7238A"/>
    <w:rsid w:val="00A77A67"/>
    <w:rsid w:val="00A901C0"/>
    <w:rsid w:val="00A906C5"/>
    <w:rsid w:val="00AA1512"/>
    <w:rsid w:val="00AD5667"/>
    <w:rsid w:val="00AF037C"/>
    <w:rsid w:val="00AF7095"/>
    <w:rsid w:val="00B1061F"/>
    <w:rsid w:val="00B47F34"/>
    <w:rsid w:val="00B908A7"/>
    <w:rsid w:val="00BA2511"/>
    <w:rsid w:val="00BC36A2"/>
    <w:rsid w:val="00BE38A6"/>
    <w:rsid w:val="00BF523C"/>
    <w:rsid w:val="00BF74A7"/>
    <w:rsid w:val="00C74B9C"/>
    <w:rsid w:val="00C767B3"/>
    <w:rsid w:val="00C81275"/>
    <w:rsid w:val="00CC03FA"/>
    <w:rsid w:val="00CC47C5"/>
    <w:rsid w:val="00CD1122"/>
    <w:rsid w:val="00CD3300"/>
    <w:rsid w:val="00CD65D1"/>
    <w:rsid w:val="00CE482D"/>
    <w:rsid w:val="00CF0691"/>
    <w:rsid w:val="00D02112"/>
    <w:rsid w:val="00D144DF"/>
    <w:rsid w:val="00D2045F"/>
    <w:rsid w:val="00D231DB"/>
    <w:rsid w:val="00D33734"/>
    <w:rsid w:val="00D37289"/>
    <w:rsid w:val="00D4126E"/>
    <w:rsid w:val="00D72A98"/>
    <w:rsid w:val="00D75B93"/>
    <w:rsid w:val="00D93F79"/>
    <w:rsid w:val="00DA052A"/>
    <w:rsid w:val="00DC1567"/>
    <w:rsid w:val="00DE7530"/>
    <w:rsid w:val="00E30DCC"/>
    <w:rsid w:val="00E3456D"/>
    <w:rsid w:val="00E55A34"/>
    <w:rsid w:val="00EA19D7"/>
    <w:rsid w:val="00EC300F"/>
    <w:rsid w:val="00EC34F6"/>
    <w:rsid w:val="00F2227E"/>
    <w:rsid w:val="00F31BA3"/>
    <w:rsid w:val="00F326D4"/>
    <w:rsid w:val="00F33C24"/>
    <w:rsid w:val="00F43045"/>
    <w:rsid w:val="00F76407"/>
    <w:rsid w:val="00F91DDE"/>
    <w:rsid w:val="00FB6A43"/>
    <w:rsid w:val="00FC2B45"/>
    <w:rsid w:val="00FC5C52"/>
    <w:rsid w:val="00FC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6BF073"/>
  <w15:chartTrackingRefBased/>
  <w15:docId w15:val="{3CAA6141-BAA4-4FE9-BBBF-7AD3CF1D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F0E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F0EB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autoSpaceDE w:val="0"/>
      <w:autoSpaceDN w:val="0"/>
      <w:adjustRightInd w:val="0"/>
      <w:spacing w:after="27"/>
      <w:ind w:right="56"/>
      <w:jc w:val="center"/>
      <w:outlineLvl w:val="3"/>
    </w:pPr>
    <w:rPr>
      <w:rFonts w:ascii="Arial" w:hAnsi="Arial" w:cs="Arial"/>
      <w:b/>
      <w:bCs/>
      <w:sz w:val="18"/>
      <w:szCs w:val="21"/>
    </w:rPr>
  </w:style>
  <w:style w:type="paragraph" w:styleId="Titolo5">
    <w:name w:val="heading 5"/>
    <w:basedOn w:val="Normale"/>
    <w:next w:val="Normale"/>
    <w:qFormat/>
    <w:pPr>
      <w:keepNext/>
      <w:autoSpaceDE w:val="0"/>
      <w:autoSpaceDN w:val="0"/>
      <w:adjustRightInd w:val="0"/>
      <w:spacing w:after="50"/>
      <w:ind w:left="1413"/>
      <w:jc w:val="both"/>
      <w:outlineLvl w:val="4"/>
    </w:pPr>
    <w:rPr>
      <w:rFonts w:ascii="Arial" w:hAnsi="Arial" w:cs="Arial"/>
      <w:b/>
      <w:bCs/>
      <w:sz w:val="21"/>
      <w:szCs w:val="21"/>
      <w:u w:val="single"/>
    </w:rPr>
  </w:style>
  <w:style w:type="paragraph" w:styleId="Titolo6">
    <w:name w:val="heading 6"/>
    <w:basedOn w:val="Normale"/>
    <w:next w:val="Normale"/>
    <w:qFormat/>
    <w:pPr>
      <w:keepNext/>
      <w:autoSpaceDE w:val="0"/>
      <w:autoSpaceDN w:val="0"/>
      <w:adjustRightInd w:val="0"/>
      <w:outlineLvl w:val="5"/>
    </w:pPr>
    <w:rPr>
      <w:rFonts w:ascii="Arial" w:hAnsi="Arial" w:cs="Arial"/>
      <w:b/>
      <w:bCs/>
      <w:sz w:val="15"/>
      <w:szCs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tabs>
        <w:tab w:val="left" w:pos="1842"/>
      </w:tabs>
      <w:autoSpaceDE w:val="0"/>
      <w:autoSpaceDN w:val="0"/>
      <w:adjustRightInd w:val="0"/>
      <w:spacing w:before="30" w:after="30"/>
      <w:jc w:val="center"/>
    </w:pPr>
    <w:rPr>
      <w:rFonts w:ascii="Bodoni Berthold BQ" w:hAnsi="Bodoni Berthold BQ"/>
      <w:b/>
      <w:bCs/>
      <w:sz w:val="28"/>
      <w:szCs w:val="34"/>
    </w:rPr>
  </w:style>
  <w:style w:type="paragraph" w:styleId="Rientrocorpodeltesto2">
    <w:name w:val="Body Text Indent 2"/>
    <w:basedOn w:val="Normale"/>
    <w:pPr>
      <w:autoSpaceDE w:val="0"/>
      <w:autoSpaceDN w:val="0"/>
      <w:adjustRightInd w:val="0"/>
      <w:ind w:left="-16"/>
      <w:jc w:val="center"/>
    </w:pPr>
    <w:rPr>
      <w:rFonts w:ascii="Arial" w:hAnsi="Arial" w:cs="Arial"/>
      <w:b/>
      <w:bCs/>
      <w:sz w:val="20"/>
      <w:szCs w:val="21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227E"/>
  </w:style>
  <w:style w:type="character" w:customStyle="1" w:styleId="PidipaginaCarattere">
    <w:name w:val="Piè di pagina Carattere"/>
    <w:link w:val="Pidipagina"/>
    <w:rsid w:val="005C0109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387A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87A7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85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semiHidden/>
    <w:rsid w:val="006F0EB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rsid w:val="006F0EB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orpotestoCarattere">
    <w:name w:val="Corpo testo Carattere"/>
    <w:link w:val="Corpotesto"/>
    <w:rsid w:val="008A314B"/>
    <w:rPr>
      <w:rFonts w:ascii="Bodoni Berthold BQ" w:hAnsi="Bodoni Berthold BQ"/>
      <w:b/>
      <w:bCs/>
      <w:sz w:val="28"/>
      <w:szCs w:val="3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A31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A314B"/>
  </w:style>
  <w:style w:type="character" w:styleId="Rimandonotaapidipagina">
    <w:name w:val="footnote reference"/>
    <w:uiPriority w:val="99"/>
    <w:unhideWhenUsed/>
    <w:rsid w:val="008A314B"/>
    <w:rPr>
      <w:vertAlign w:val="superscript"/>
    </w:rPr>
  </w:style>
  <w:style w:type="character" w:customStyle="1" w:styleId="Titolo1Carattere">
    <w:name w:val="Titolo 1 Carattere"/>
    <w:link w:val="Titolo1"/>
    <w:rsid w:val="008A314B"/>
    <w:rPr>
      <w:rFonts w:ascii="Arial" w:hAnsi="Arial" w:cs="Arial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9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FE308-B73B-41DB-8858-69A79856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Grafiche E.Gaspari S.r.l.</dc:creator>
  <cp:keywords/>
  <cp:lastModifiedBy>Riccardo Moraldi</cp:lastModifiedBy>
  <cp:revision>25</cp:revision>
  <cp:lastPrinted>2021-08-05T07:14:00Z</cp:lastPrinted>
  <dcterms:created xsi:type="dcterms:W3CDTF">2020-07-22T06:57:00Z</dcterms:created>
  <dcterms:modified xsi:type="dcterms:W3CDTF">2024-04-09T13:26:00Z</dcterms:modified>
</cp:coreProperties>
</file>